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4252"/>
      </w:tblGrid>
      <w:tr w:rsidR="00F64786" w14:paraId="1828B45F" w14:textId="77777777" w:rsidTr="00527A16">
        <w:tc>
          <w:tcPr>
            <w:tcW w:w="1020" w:type="dxa"/>
          </w:tcPr>
          <w:p w14:paraId="1F596A37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384A88E7" wp14:editId="01E282CD">
                      <wp:simplePos x="0" y="0"/>
                      <wp:positionH relativeFrom="page">
                        <wp:posOffset>2590800</wp:posOffset>
                      </wp:positionH>
                      <wp:positionV relativeFrom="page">
                        <wp:posOffset>168275</wp:posOffset>
                      </wp:positionV>
                      <wp:extent cx="4070985" cy="752475"/>
                      <wp:effectExtent l="0" t="0" r="5715" b="952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70985" cy="752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2122F65" w14:textId="77777777" w:rsidR="007B6AD5" w:rsidRDefault="007B6AD5" w:rsidP="007B6AD5">
                                  <w:pPr>
                                    <w:pStyle w:val="Adresa"/>
                                    <w:spacing w:after="0" w:line="264" w:lineRule="auto"/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  <w:t>Správa železnic, státní organizace</w:t>
                                  </w:r>
                                </w:p>
                                <w:p w14:paraId="1EB1129B" w14:textId="77777777" w:rsidR="007B6AD5" w:rsidRDefault="009922D8" w:rsidP="007B6AD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Ředitel Stavební správy</w:t>
                                  </w:r>
                                  <w:r w:rsidR="004553A5">
                                    <w:rPr>
                                      <w:rStyle w:val="Potovnadresa"/>
                                    </w:rPr>
                                    <w:t xml:space="preserve"> východ</w:t>
                                  </w:r>
                                </w:p>
                                <w:p w14:paraId="0A2380C8" w14:textId="77777777" w:rsidR="007B6AD5" w:rsidRDefault="00513555" w:rsidP="007B6AD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Nerudova 773/1</w:t>
                                  </w:r>
                                </w:p>
                                <w:p w14:paraId="0F101C2D" w14:textId="77777777" w:rsidR="007B6AD5" w:rsidRDefault="004553A5" w:rsidP="007B6AD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77</w:t>
                                  </w:r>
                                  <w:r w:rsidR="001C2233">
                                    <w:rPr>
                                      <w:rStyle w:val="Potovnadresa"/>
                                    </w:rPr>
                                    <w:t>9 00</w:t>
                                  </w:r>
                                  <w:r>
                                    <w:rPr>
                                      <w:rStyle w:val="Potovnadresa"/>
                                    </w:rPr>
                                    <w:t xml:space="preserve"> OLOMOUC</w:t>
                                  </w:r>
                                </w:p>
                                <w:p w14:paraId="7815A191" w14:textId="77777777" w:rsidR="002E71C5" w:rsidRDefault="002E71C5" w:rsidP="007B6AD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  <w:p w14:paraId="70E432DB" w14:textId="77777777" w:rsidR="000E599B" w:rsidRPr="00872202" w:rsidRDefault="000E599B" w:rsidP="007C00F8">
                                  <w:pPr>
                                    <w:pStyle w:val="Bezmezer"/>
                                    <w:ind w:firstLine="708"/>
                                    <w:rPr>
                                      <w:rStyle w:val="Potovnadres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type w14:anchorId="384A88E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4pt;margin-top:13.25pt;width:320.55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" o:allowincell="f" fillcolor="white [3212]" stroked="f" strokeweight=".5pt">
                      <v:textbox>
                        <w:txbxContent>
                          <w:p w14:paraId="52122F65" w14:textId="77777777" w:rsidR="007B6AD5" w:rsidRDefault="007B6AD5" w:rsidP="007B6AD5">
                            <w:pPr>
                              <w:pStyle w:val="Adresa"/>
                              <w:spacing w:after="0" w:line="264" w:lineRule="auto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Správa železnic, státní organizace</w:t>
                            </w:r>
                          </w:p>
                          <w:p w14:paraId="1EB1129B" w14:textId="77777777" w:rsidR="007B6AD5" w:rsidRDefault="009922D8" w:rsidP="007B6AD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Ředitel Stavební správy</w:t>
                            </w:r>
                            <w:r w:rsidR="004553A5">
                              <w:rPr>
                                <w:rStyle w:val="Potovnadresa"/>
                              </w:rPr>
                              <w:t xml:space="preserve"> východ</w:t>
                            </w:r>
                          </w:p>
                          <w:p w14:paraId="0A2380C8" w14:textId="77777777" w:rsidR="007B6AD5" w:rsidRDefault="00513555" w:rsidP="007B6AD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Nerudova 773/1</w:t>
                            </w:r>
                          </w:p>
                          <w:p w14:paraId="0F101C2D" w14:textId="77777777" w:rsidR="007B6AD5" w:rsidRDefault="004553A5" w:rsidP="007B6AD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77</w:t>
                            </w:r>
                            <w:r w:rsidR="001C2233">
                              <w:rPr>
                                <w:rStyle w:val="Potovnadresa"/>
                              </w:rPr>
                              <w:t>9 00</w:t>
                            </w:r>
                            <w:r>
                              <w:rPr>
                                <w:rStyle w:val="Potovnadresa"/>
                              </w:rPr>
                              <w:t xml:space="preserve"> OLOMOUC</w:t>
                            </w:r>
                          </w:p>
                          <w:p w14:paraId="7815A191" w14:textId="77777777" w:rsidR="002E71C5" w:rsidRDefault="002E71C5" w:rsidP="007B6AD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  <w:p w14:paraId="70E432DB" w14:textId="77777777" w:rsidR="000E599B" w:rsidRPr="00872202" w:rsidRDefault="000E599B" w:rsidP="007C00F8">
                            <w:pPr>
                              <w:pStyle w:val="Bezmezer"/>
                              <w:ind w:firstLine="708"/>
                              <w:rPr>
                                <w:rStyle w:val="Potovnadresa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14:paraId="444C90D4" w14:textId="77777777" w:rsidR="00F64786" w:rsidRDefault="00F64786" w:rsidP="0077673A"/>
        </w:tc>
        <w:tc>
          <w:tcPr>
            <w:tcW w:w="823" w:type="dxa"/>
          </w:tcPr>
          <w:p w14:paraId="485CEE7B" w14:textId="77777777" w:rsidR="00F64786" w:rsidRDefault="00F64786" w:rsidP="0077673A"/>
        </w:tc>
        <w:tc>
          <w:tcPr>
            <w:tcW w:w="4252" w:type="dxa"/>
          </w:tcPr>
          <w:p w14:paraId="3035B9E1" w14:textId="77777777" w:rsidR="00F64786" w:rsidRDefault="00F64786" w:rsidP="0077673A"/>
        </w:tc>
      </w:tr>
      <w:tr w:rsidR="00F862D6" w14:paraId="75F0E7A5" w14:textId="77777777" w:rsidTr="00527A16">
        <w:tc>
          <w:tcPr>
            <w:tcW w:w="1020" w:type="dxa"/>
          </w:tcPr>
          <w:p w14:paraId="6C9C6CDC" w14:textId="77777777"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14:paraId="480937A5" w14:textId="77777777" w:rsidR="00F862D6" w:rsidRDefault="00F862D6" w:rsidP="00766487"/>
        </w:tc>
        <w:tc>
          <w:tcPr>
            <w:tcW w:w="823" w:type="dxa"/>
          </w:tcPr>
          <w:p w14:paraId="24A89B5F" w14:textId="77777777" w:rsidR="00F862D6" w:rsidRDefault="00F862D6" w:rsidP="0077673A"/>
        </w:tc>
        <w:tc>
          <w:tcPr>
            <w:tcW w:w="4252" w:type="dxa"/>
            <w:vMerge w:val="restart"/>
          </w:tcPr>
          <w:p w14:paraId="735D4A99" w14:textId="77777777" w:rsidR="00596C7E" w:rsidRDefault="00596C7E" w:rsidP="00596C7E">
            <w:pPr>
              <w:rPr>
                <w:rStyle w:val="Potovnadresa"/>
              </w:rPr>
            </w:pPr>
          </w:p>
          <w:p w14:paraId="5D03CD89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556A6125" w14:textId="77777777" w:rsidTr="00527A16">
        <w:tc>
          <w:tcPr>
            <w:tcW w:w="1020" w:type="dxa"/>
          </w:tcPr>
          <w:p w14:paraId="35F38DD8" w14:textId="77777777"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14:paraId="5B955655" w14:textId="3255801B" w:rsidR="00F862D6" w:rsidRPr="009A7568" w:rsidRDefault="00585021" w:rsidP="007B6AD5">
            <w:r>
              <w:t>88636</w:t>
            </w:r>
            <w:r w:rsidR="008430C6">
              <w:t>/</w:t>
            </w:r>
            <w:r w:rsidR="001C06D2">
              <w:t>202</w:t>
            </w:r>
            <w:r w:rsidR="00E57562">
              <w:t>3</w:t>
            </w:r>
            <w:r w:rsidR="002E71C5">
              <w:t>-SŽ</w:t>
            </w:r>
            <w:r w:rsidR="00084979">
              <w:t>-GŘ-O11</w:t>
            </w:r>
          </w:p>
        </w:tc>
        <w:tc>
          <w:tcPr>
            <w:tcW w:w="823" w:type="dxa"/>
          </w:tcPr>
          <w:p w14:paraId="0B1DE3EF" w14:textId="77777777" w:rsidR="00F862D6" w:rsidRDefault="00F862D6" w:rsidP="0077673A"/>
        </w:tc>
        <w:tc>
          <w:tcPr>
            <w:tcW w:w="4252" w:type="dxa"/>
            <w:vMerge/>
          </w:tcPr>
          <w:p w14:paraId="14BDEE44" w14:textId="77777777" w:rsidR="00F862D6" w:rsidRDefault="00F862D6" w:rsidP="0077673A"/>
        </w:tc>
      </w:tr>
      <w:tr w:rsidR="00F862D6" w14:paraId="2E025BAC" w14:textId="77777777" w:rsidTr="00527A16">
        <w:tc>
          <w:tcPr>
            <w:tcW w:w="1020" w:type="dxa"/>
          </w:tcPr>
          <w:p w14:paraId="6D1DBC5A" w14:textId="77777777" w:rsidR="00F862D6" w:rsidRPr="001B4AA9" w:rsidRDefault="00F862D6" w:rsidP="0077673A">
            <w:r w:rsidRPr="001B4AA9">
              <w:t>Listů/příloh</w:t>
            </w:r>
          </w:p>
        </w:tc>
        <w:tc>
          <w:tcPr>
            <w:tcW w:w="2552" w:type="dxa"/>
          </w:tcPr>
          <w:p w14:paraId="28CFC8D3" w14:textId="029EDB33" w:rsidR="00F862D6" w:rsidRDefault="008430C6" w:rsidP="0077673A">
            <w:r>
              <w:t>1/0</w:t>
            </w:r>
          </w:p>
        </w:tc>
        <w:tc>
          <w:tcPr>
            <w:tcW w:w="823" w:type="dxa"/>
          </w:tcPr>
          <w:p w14:paraId="46581181" w14:textId="77777777" w:rsidR="00F862D6" w:rsidRDefault="00F862D6" w:rsidP="0077673A"/>
        </w:tc>
        <w:tc>
          <w:tcPr>
            <w:tcW w:w="4252" w:type="dxa"/>
            <w:vMerge/>
          </w:tcPr>
          <w:p w14:paraId="3BA46D50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19F860DD" w14:textId="77777777" w:rsidTr="00527A16">
        <w:tc>
          <w:tcPr>
            <w:tcW w:w="1020" w:type="dxa"/>
          </w:tcPr>
          <w:p w14:paraId="2B83A582" w14:textId="77777777" w:rsidR="00F862D6" w:rsidRDefault="00F862D6" w:rsidP="0077673A"/>
        </w:tc>
        <w:tc>
          <w:tcPr>
            <w:tcW w:w="2552" w:type="dxa"/>
          </w:tcPr>
          <w:p w14:paraId="747145C3" w14:textId="77777777" w:rsidR="00F862D6" w:rsidRDefault="00F862D6" w:rsidP="0077673A"/>
        </w:tc>
        <w:tc>
          <w:tcPr>
            <w:tcW w:w="823" w:type="dxa"/>
          </w:tcPr>
          <w:p w14:paraId="388E4C5E" w14:textId="77777777" w:rsidR="00F862D6" w:rsidRDefault="00F862D6" w:rsidP="0077673A"/>
        </w:tc>
        <w:tc>
          <w:tcPr>
            <w:tcW w:w="4252" w:type="dxa"/>
            <w:vMerge/>
          </w:tcPr>
          <w:p w14:paraId="461475CF" w14:textId="77777777" w:rsidR="00F862D6" w:rsidRDefault="00F862D6" w:rsidP="0077673A"/>
        </w:tc>
      </w:tr>
      <w:tr w:rsidR="00EB55DE" w14:paraId="3C05163C" w14:textId="77777777" w:rsidTr="00527A16">
        <w:tc>
          <w:tcPr>
            <w:tcW w:w="1020" w:type="dxa"/>
          </w:tcPr>
          <w:p w14:paraId="68A8CFE1" w14:textId="77777777" w:rsidR="00EB55DE" w:rsidRDefault="00EB55DE" w:rsidP="0077673A">
            <w:r>
              <w:t>Vyřizuje</w:t>
            </w:r>
          </w:p>
        </w:tc>
        <w:tc>
          <w:tcPr>
            <w:tcW w:w="2552" w:type="dxa"/>
          </w:tcPr>
          <w:p w14:paraId="2F3BE386" w14:textId="77777777" w:rsidR="00EB55DE" w:rsidRPr="00750798" w:rsidRDefault="00527A16" w:rsidP="00F57A49">
            <w:r>
              <w:t>Ing. Pavel Říha</w:t>
            </w:r>
          </w:p>
        </w:tc>
        <w:tc>
          <w:tcPr>
            <w:tcW w:w="823" w:type="dxa"/>
          </w:tcPr>
          <w:p w14:paraId="27945E07" w14:textId="77777777" w:rsidR="00EB55DE" w:rsidRDefault="00EB55DE" w:rsidP="0077673A"/>
        </w:tc>
        <w:tc>
          <w:tcPr>
            <w:tcW w:w="4252" w:type="dxa"/>
            <w:vMerge/>
          </w:tcPr>
          <w:p w14:paraId="01E7FDED" w14:textId="77777777" w:rsidR="00EB55DE" w:rsidRDefault="00EB55DE" w:rsidP="0077673A"/>
        </w:tc>
      </w:tr>
      <w:tr w:rsidR="00EB55DE" w14:paraId="16580E34" w14:textId="77777777" w:rsidTr="00527A16">
        <w:tc>
          <w:tcPr>
            <w:tcW w:w="1020" w:type="dxa"/>
          </w:tcPr>
          <w:p w14:paraId="2A32CAED" w14:textId="77777777" w:rsidR="00EB55DE" w:rsidRDefault="00EB55DE" w:rsidP="009A7568">
            <w:r>
              <w:t>Telefon</w:t>
            </w:r>
          </w:p>
        </w:tc>
        <w:tc>
          <w:tcPr>
            <w:tcW w:w="2552" w:type="dxa"/>
          </w:tcPr>
          <w:p w14:paraId="799FA961" w14:textId="77777777" w:rsidR="00EB55DE" w:rsidRPr="00750798" w:rsidRDefault="00527A16" w:rsidP="00F57A49">
            <w:r>
              <w:t>+420 972 325 863</w:t>
            </w:r>
          </w:p>
        </w:tc>
        <w:tc>
          <w:tcPr>
            <w:tcW w:w="823" w:type="dxa"/>
          </w:tcPr>
          <w:p w14:paraId="7D31F2C8" w14:textId="77777777" w:rsidR="00EB55DE" w:rsidRDefault="00EB55DE" w:rsidP="009A7568"/>
        </w:tc>
        <w:tc>
          <w:tcPr>
            <w:tcW w:w="4252" w:type="dxa"/>
            <w:vMerge/>
          </w:tcPr>
          <w:p w14:paraId="003BEF4D" w14:textId="77777777" w:rsidR="00EB55DE" w:rsidRDefault="00EB55DE" w:rsidP="009A7568"/>
        </w:tc>
      </w:tr>
      <w:tr w:rsidR="00EB55DE" w14:paraId="12235981" w14:textId="77777777" w:rsidTr="00527A16">
        <w:tc>
          <w:tcPr>
            <w:tcW w:w="1020" w:type="dxa"/>
          </w:tcPr>
          <w:p w14:paraId="4B25A154" w14:textId="77777777" w:rsidR="00EB55DE" w:rsidRDefault="00EB55DE" w:rsidP="009A7568">
            <w:r>
              <w:t>Mobil</w:t>
            </w:r>
          </w:p>
        </w:tc>
        <w:tc>
          <w:tcPr>
            <w:tcW w:w="2552" w:type="dxa"/>
          </w:tcPr>
          <w:p w14:paraId="7DAB03D0" w14:textId="77777777" w:rsidR="00EB55DE" w:rsidRPr="00750798" w:rsidRDefault="00EB55DE" w:rsidP="00F57A49">
            <w:r w:rsidRPr="00750798">
              <w:t>+420 602</w:t>
            </w:r>
            <w:r w:rsidR="00527A16">
              <w:t> 762 249</w:t>
            </w:r>
          </w:p>
        </w:tc>
        <w:tc>
          <w:tcPr>
            <w:tcW w:w="823" w:type="dxa"/>
          </w:tcPr>
          <w:p w14:paraId="24BE2EFC" w14:textId="77777777" w:rsidR="00EB55DE" w:rsidRDefault="00EB55DE" w:rsidP="009A7568"/>
        </w:tc>
        <w:tc>
          <w:tcPr>
            <w:tcW w:w="4252" w:type="dxa"/>
            <w:vMerge/>
          </w:tcPr>
          <w:p w14:paraId="2F1D4D18" w14:textId="77777777" w:rsidR="00EB55DE" w:rsidRDefault="00EB55DE" w:rsidP="009A7568"/>
        </w:tc>
      </w:tr>
      <w:tr w:rsidR="00EB55DE" w14:paraId="6D136FCF" w14:textId="77777777" w:rsidTr="00527A16">
        <w:tc>
          <w:tcPr>
            <w:tcW w:w="1020" w:type="dxa"/>
          </w:tcPr>
          <w:p w14:paraId="712D5DC9" w14:textId="77777777" w:rsidR="00EB55DE" w:rsidRDefault="00EB55DE" w:rsidP="009A7568">
            <w:r>
              <w:t>E-mail</w:t>
            </w:r>
          </w:p>
        </w:tc>
        <w:tc>
          <w:tcPr>
            <w:tcW w:w="2552" w:type="dxa"/>
          </w:tcPr>
          <w:p w14:paraId="7473E380" w14:textId="77777777" w:rsidR="00EB55DE" w:rsidRDefault="00527A16" w:rsidP="00F57A49">
            <w:r>
              <w:t>riha</w:t>
            </w:r>
            <w:r w:rsidR="001C2F16">
              <w:t>@spravazeleznic.cz</w:t>
            </w:r>
          </w:p>
        </w:tc>
        <w:tc>
          <w:tcPr>
            <w:tcW w:w="823" w:type="dxa"/>
          </w:tcPr>
          <w:p w14:paraId="1CEB8C87" w14:textId="77777777" w:rsidR="00EB55DE" w:rsidRDefault="00EB55DE" w:rsidP="009A7568"/>
        </w:tc>
        <w:tc>
          <w:tcPr>
            <w:tcW w:w="4252" w:type="dxa"/>
            <w:vMerge/>
          </w:tcPr>
          <w:p w14:paraId="137AE798" w14:textId="77777777" w:rsidR="00EB55DE" w:rsidRDefault="00EB55DE" w:rsidP="009A7568"/>
        </w:tc>
      </w:tr>
      <w:tr w:rsidR="009A7568" w14:paraId="19356B5E" w14:textId="77777777" w:rsidTr="00527A16">
        <w:tc>
          <w:tcPr>
            <w:tcW w:w="1020" w:type="dxa"/>
          </w:tcPr>
          <w:p w14:paraId="1DB53DE1" w14:textId="77777777" w:rsidR="009A7568" w:rsidRDefault="009A7568" w:rsidP="009A7568"/>
        </w:tc>
        <w:tc>
          <w:tcPr>
            <w:tcW w:w="2552" w:type="dxa"/>
          </w:tcPr>
          <w:p w14:paraId="4D13A6F2" w14:textId="77777777" w:rsidR="009A7568" w:rsidRDefault="009A7568" w:rsidP="009A7568"/>
        </w:tc>
        <w:tc>
          <w:tcPr>
            <w:tcW w:w="823" w:type="dxa"/>
          </w:tcPr>
          <w:p w14:paraId="05F87353" w14:textId="77777777" w:rsidR="009A7568" w:rsidRDefault="009A7568" w:rsidP="009A7568"/>
        </w:tc>
        <w:tc>
          <w:tcPr>
            <w:tcW w:w="4252" w:type="dxa"/>
          </w:tcPr>
          <w:p w14:paraId="276CEFBA" w14:textId="77777777" w:rsidR="009A7568" w:rsidRDefault="009A7568" w:rsidP="009A7568"/>
        </w:tc>
      </w:tr>
      <w:tr w:rsidR="00751FE3" w:rsidRPr="00751FE3" w14:paraId="6740D7F9" w14:textId="77777777" w:rsidTr="00527A16">
        <w:tc>
          <w:tcPr>
            <w:tcW w:w="1020" w:type="dxa"/>
          </w:tcPr>
          <w:p w14:paraId="3164C2DA" w14:textId="77777777" w:rsidR="009A7568" w:rsidRPr="00751FE3" w:rsidRDefault="009A7568" w:rsidP="009A7568">
            <w:r w:rsidRPr="00751FE3">
              <w:t>Datum</w:t>
            </w:r>
          </w:p>
        </w:tc>
        <w:tc>
          <w:tcPr>
            <w:tcW w:w="2552" w:type="dxa"/>
          </w:tcPr>
          <w:p w14:paraId="0193E689" w14:textId="15F450C1" w:rsidR="009A7568" w:rsidRPr="00751FE3" w:rsidRDefault="00000000" w:rsidP="001C2233">
            <w:sdt>
              <w:sdtPr>
                <w:rPr>
                  <w:rStyle w:val="ZkladntextChar"/>
                </w:rPr>
                <w:id w:val="1003933302"/>
                <w:placeholder>
                  <w:docPart w:val="44ADEED388CD4C5A90EB3FD04B2AA8EA"/>
                </w:placeholder>
                <w:date w:fullDate="2023-12-19T00:00:00Z">
                  <w:dateFormat w:val="d. MMMM yyyy"/>
                  <w:lid w:val="cs-CZ"/>
                  <w:storeMappedDataAs w:val="dateTime"/>
                  <w:calendar w:val="gregorian"/>
                </w:date>
              </w:sdtPr>
              <w:sdtEndPr>
                <w:rPr>
                  <w:rStyle w:val="Standardnpsmoodstavce"/>
                </w:rPr>
              </w:sdtEndPr>
              <w:sdtContent>
                <w:r w:rsidR="002A6BF7">
                  <w:rPr>
                    <w:rStyle w:val="ZkladntextChar"/>
                  </w:rPr>
                  <w:t>19. prosince 2023</w:t>
                </w:r>
              </w:sdtContent>
            </w:sdt>
          </w:p>
        </w:tc>
        <w:tc>
          <w:tcPr>
            <w:tcW w:w="823" w:type="dxa"/>
          </w:tcPr>
          <w:p w14:paraId="21FFD83C" w14:textId="77777777" w:rsidR="009A7568" w:rsidRPr="00751FE3" w:rsidRDefault="009A7568" w:rsidP="009A7568"/>
        </w:tc>
        <w:tc>
          <w:tcPr>
            <w:tcW w:w="4252" w:type="dxa"/>
          </w:tcPr>
          <w:p w14:paraId="6F172DB1" w14:textId="77777777" w:rsidR="009A7568" w:rsidRPr="00751FE3" w:rsidRDefault="009A7568" w:rsidP="009A7568"/>
        </w:tc>
      </w:tr>
    </w:tbl>
    <w:p w14:paraId="486503F4" w14:textId="77777777" w:rsidR="00EB263C" w:rsidRPr="00542E02" w:rsidRDefault="00EB263C" w:rsidP="00542E02">
      <w:pPr>
        <w:spacing w:after="0"/>
      </w:pPr>
    </w:p>
    <w:p w14:paraId="605B9FBB" w14:textId="77777777" w:rsidR="00E8252B" w:rsidRDefault="00E8252B" w:rsidP="00C621E6">
      <w:pPr>
        <w:pStyle w:val="Vc"/>
        <w:spacing w:after="120" w:line="264" w:lineRule="auto"/>
        <w:jc w:val="left"/>
        <w:rPr>
          <w:rFonts w:asciiTheme="minorHAnsi" w:eastAsiaTheme="minorHAnsi" w:hAnsiTheme="minorHAnsi" w:cs="Arial"/>
          <w:sz w:val="18"/>
          <w:szCs w:val="18"/>
        </w:rPr>
      </w:pPr>
    </w:p>
    <w:p w14:paraId="66558393" w14:textId="0446CF3D" w:rsidR="007B6AD5" w:rsidRDefault="006D4886" w:rsidP="00C621E6">
      <w:pPr>
        <w:pStyle w:val="Vc"/>
        <w:spacing w:after="120" w:line="264" w:lineRule="auto"/>
        <w:jc w:val="left"/>
        <w:rPr>
          <w:rFonts w:asciiTheme="minorHAnsi" w:eastAsiaTheme="minorHAnsi" w:hAnsiTheme="minorHAnsi" w:cs="Arial"/>
          <w:sz w:val="18"/>
          <w:szCs w:val="18"/>
        </w:rPr>
      </w:pPr>
      <w:r w:rsidRPr="006D4886">
        <w:rPr>
          <w:rFonts w:asciiTheme="minorHAnsi" w:eastAsiaTheme="minorHAnsi" w:hAnsiTheme="minorHAnsi" w:cs="Arial"/>
          <w:sz w:val="18"/>
          <w:szCs w:val="18"/>
        </w:rPr>
        <w:t>Zvýšení bezpečnosti a komfortu cestujících na zastávce Ústí nad Orlicí město</w:t>
      </w:r>
      <w:r w:rsidR="00EB263C">
        <w:rPr>
          <w:rFonts w:asciiTheme="minorHAnsi" w:eastAsiaTheme="minorHAnsi" w:hAnsiTheme="minorHAnsi" w:cs="Arial"/>
          <w:sz w:val="18"/>
          <w:szCs w:val="18"/>
        </w:rPr>
        <w:t xml:space="preserve">, </w:t>
      </w:r>
      <w:r w:rsidR="00DA77E6">
        <w:rPr>
          <w:rFonts w:asciiTheme="minorHAnsi" w:eastAsiaTheme="minorHAnsi" w:hAnsiTheme="minorHAnsi" w:cs="Arial"/>
          <w:sz w:val="18"/>
          <w:szCs w:val="18"/>
        </w:rPr>
        <w:t>vyjádření</w:t>
      </w:r>
      <w:r w:rsidR="00C04692">
        <w:rPr>
          <w:rFonts w:asciiTheme="minorHAnsi" w:eastAsiaTheme="minorHAnsi" w:hAnsiTheme="minorHAnsi" w:cs="Arial"/>
          <w:sz w:val="18"/>
          <w:szCs w:val="18"/>
        </w:rPr>
        <w:t xml:space="preserve"> k</w:t>
      </w:r>
      <w:r>
        <w:rPr>
          <w:rFonts w:asciiTheme="minorHAnsi" w:eastAsiaTheme="minorHAnsi" w:hAnsiTheme="minorHAnsi" w:cs="Arial"/>
          <w:sz w:val="18"/>
          <w:szCs w:val="18"/>
        </w:rPr>
        <w:t> </w:t>
      </w:r>
      <w:r w:rsidR="008430C6">
        <w:rPr>
          <w:rFonts w:asciiTheme="minorHAnsi" w:eastAsiaTheme="minorHAnsi" w:hAnsiTheme="minorHAnsi" w:cs="Arial"/>
          <w:sz w:val="18"/>
          <w:szCs w:val="18"/>
        </w:rPr>
        <w:t>proje</w:t>
      </w:r>
      <w:r>
        <w:rPr>
          <w:rFonts w:asciiTheme="minorHAnsi" w:eastAsiaTheme="minorHAnsi" w:hAnsiTheme="minorHAnsi" w:cs="Arial"/>
          <w:sz w:val="18"/>
          <w:szCs w:val="18"/>
        </w:rPr>
        <w:t>ktu pro provedení stavby</w:t>
      </w:r>
    </w:p>
    <w:p w14:paraId="79C63CB3" w14:textId="77777777" w:rsidR="00E8252B" w:rsidRDefault="00E8252B" w:rsidP="00C621E6">
      <w:pPr>
        <w:pStyle w:val="Podpis"/>
        <w:spacing w:after="120" w:line="264" w:lineRule="auto"/>
        <w:ind w:left="0"/>
      </w:pPr>
    </w:p>
    <w:p w14:paraId="79A599BB" w14:textId="2CD80FAC" w:rsidR="007B6AD5" w:rsidRPr="002A6BF7" w:rsidRDefault="000F2E56" w:rsidP="00C621E6">
      <w:pPr>
        <w:pStyle w:val="Podpis"/>
        <w:spacing w:after="120" w:line="264" w:lineRule="auto"/>
        <w:ind w:left="0"/>
      </w:pPr>
      <w:r w:rsidRPr="002A6BF7">
        <w:t>K</w:t>
      </w:r>
      <w:r w:rsidR="006D4886" w:rsidRPr="002A6BF7">
        <w:t> </w:t>
      </w:r>
      <w:r w:rsidRPr="002A6BF7">
        <w:t>předložené</w:t>
      </w:r>
      <w:r w:rsidR="006D4886" w:rsidRPr="002A6BF7">
        <w:t xml:space="preserve">mu projektu pro provedení stavby </w:t>
      </w:r>
      <w:r w:rsidR="008430C6" w:rsidRPr="002A6BF7">
        <w:t>akce</w:t>
      </w:r>
      <w:r w:rsidR="005F29BE" w:rsidRPr="002A6BF7">
        <w:t xml:space="preserve"> </w:t>
      </w:r>
      <w:r w:rsidR="005B7767" w:rsidRPr="002A6BF7">
        <w:t>„</w:t>
      </w:r>
      <w:r w:rsidR="006D4886" w:rsidRPr="002A6BF7">
        <w:t>Zvýšení bezpečnosti a komfortu cestujících na zastávce Ústí nad Orlicí město</w:t>
      </w:r>
      <w:r w:rsidR="00E57562" w:rsidRPr="002A6BF7">
        <w:t xml:space="preserve">“ </w:t>
      </w:r>
      <w:r w:rsidR="007B6AD5" w:rsidRPr="002A6BF7">
        <w:t>má úsek řízení provozu t</w:t>
      </w:r>
      <w:r w:rsidR="00217225" w:rsidRPr="002A6BF7">
        <w:t xml:space="preserve">yto </w:t>
      </w:r>
      <w:r w:rsidR="007B6AD5" w:rsidRPr="002A6BF7">
        <w:t>připomí</w:t>
      </w:r>
      <w:r w:rsidR="008430C6" w:rsidRPr="002A6BF7">
        <w:t>nk</w:t>
      </w:r>
      <w:r w:rsidR="00217225" w:rsidRPr="002A6BF7">
        <w:t>y:</w:t>
      </w:r>
    </w:p>
    <w:p w14:paraId="1396D6BF" w14:textId="0C7FD498" w:rsidR="00217225" w:rsidRPr="002A6BF7" w:rsidRDefault="00B14AC0" w:rsidP="00217225">
      <w:pPr>
        <w:pStyle w:val="Odstavecseseznamem"/>
        <w:numPr>
          <w:ilvl w:val="0"/>
          <w:numId w:val="38"/>
        </w:numPr>
        <w:spacing w:after="0"/>
        <w:ind w:left="357" w:hanging="357"/>
        <w:rPr>
          <w:rFonts w:ascii="Verdana" w:eastAsia="Verdana" w:hAnsi="Verdana" w:cs="Times New Roman"/>
        </w:rPr>
      </w:pPr>
      <w:bookmarkStart w:id="0" w:name="_Hlk127962721"/>
      <w:r w:rsidRPr="002A6BF7">
        <w:rPr>
          <w:rFonts w:ascii="Verdana" w:eastAsia="Verdana" w:hAnsi="Verdana" w:cs="Times New Roman"/>
          <w:b/>
          <w:bCs/>
        </w:rPr>
        <w:t>Zásadní připomínka</w:t>
      </w:r>
      <w:r w:rsidRPr="002A6BF7">
        <w:rPr>
          <w:rFonts w:ascii="Verdana" w:eastAsia="Verdana" w:hAnsi="Verdana" w:cs="Times New Roman"/>
        </w:rPr>
        <w:t xml:space="preserve"> k </w:t>
      </w:r>
      <w:r w:rsidR="006D4886" w:rsidRPr="002A6BF7">
        <w:rPr>
          <w:rFonts w:ascii="Verdana" w:eastAsia="Verdana" w:hAnsi="Verdana" w:cs="Times New Roman"/>
        </w:rPr>
        <w:t xml:space="preserve">TZ, 1.101 – do dokumentace požadujeme jednoznačně uvést, kdo bude navržené vzdálené ovládání výtahů a dveří </w:t>
      </w:r>
      <w:r w:rsidR="00451F9F" w:rsidRPr="002A6BF7">
        <w:rPr>
          <w:rFonts w:ascii="Verdana" w:eastAsia="Verdana" w:hAnsi="Verdana" w:cs="Times New Roman"/>
        </w:rPr>
        <w:t>provádět/</w:t>
      </w:r>
      <w:r w:rsidR="006D4886" w:rsidRPr="002A6BF7">
        <w:rPr>
          <w:rFonts w:ascii="Verdana" w:eastAsia="Verdana" w:hAnsi="Verdana" w:cs="Times New Roman"/>
        </w:rPr>
        <w:t>zajišťovat</w:t>
      </w:r>
      <w:r w:rsidR="00E15DF6" w:rsidRPr="002A6BF7">
        <w:rPr>
          <w:rFonts w:ascii="Verdana" w:eastAsia="Verdana" w:hAnsi="Verdana" w:cs="Times New Roman"/>
        </w:rPr>
        <w:t xml:space="preserve">. </w:t>
      </w:r>
      <w:r w:rsidR="00776286" w:rsidRPr="002A6BF7">
        <w:rPr>
          <w:rFonts w:ascii="Verdana" w:eastAsia="Verdana" w:hAnsi="Verdana" w:cs="Times New Roman"/>
        </w:rPr>
        <w:t xml:space="preserve">Upozorňujeme, že sledování kamer ve výtahu nesouvisí s činností zaměstnanců řízení </w:t>
      </w:r>
      <w:r w:rsidR="00C258CA" w:rsidRPr="002A6BF7">
        <w:rPr>
          <w:rFonts w:ascii="Verdana" w:eastAsia="Verdana" w:hAnsi="Verdana" w:cs="Times New Roman"/>
        </w:rPr>
        <w:t>provozu – s</w:t>
      </w:r>
      <w:r w:rsidR="00451F9F" w:rsidRPr="002A6BF7">
        <w:rPr>
          <w:rFonts w:ascii="Verdana" w:eastAsia="Verdana" w:hAnsi="Verdana" w:cs="Times New Roman"/>
        </w:rPr>
        <w:t> organizováním a řízením drážní dopravy</w:t>
      </w:r>
      <w:r w:rsidR="00776286" w:rsidRPr="002A6BF7">
        <w:rPr>
          <w:rFonts w:ascii="Verdana" w:eastAsia="Verdana" w:hAnsi="Verdana" w:cs="Times New Roman"/>
        </w:rPr>
        <w:t xml:space="preserve">. Požadujeme </w:t>
      </w:r>
      <w:r w:rsidR="00C258CA" w:rsidRPr="002A6BF7">
        <w:rPr>
          <w:rFonts w:ascii="Verdana" w:eastAsia="Verdana" w:hAnsi="Verdana" w:cs="Times New Roman"/>
        </w:rPr>
        <w:t>vyvedení ovládání</w:t>
      </w:r>
      <w:r w:rsidR="00776286" w:rsidRPr="002A6BF7">
        <w:rPr>
          <w:rFonts w:ascii="Verdana" w:eastAsia="Verdana" w:hAnsi="Verdana" w:cs="Times New Roman"/>
        </w:rPr>
        <w:t xml:space="preserve"> k zaměstnanců</w:t>
      </w:r>
      <w:r w:rsidR="00C258CA" w:rsidRPr="002A6BF7">
        <w:rPr>
          <w:rFonts w:ascii="Verdana" w:eastAsia="Verdana" w:hAnsi="Verdana" w:cs="Times New Roman"/>
        </w:rPr>
        <w:t>m</w:t>
      </w:r>
      <w:r w:rsidR="00776286" w:rsidRPr="002A6BF7">
        <w:rPr>
          <w:rFonts w:ascii="Verdana" w:eastAsia="Verdana" w:hAnsi="Verdana" w:cs="Times New Roman"/>
        </w:rPr>
        <w:t xml:space="preserve"> </w:t>
      </w:r>
      <w:r w:rsidR="00C258CA" w:rsidRPr="002A6BF7">
        <w:rPr>
          <w:rFonts w:ascii="Verdana" w:eastAsia="Verdana" w:hAnsi="Verdana" w:cs="Times New Roman"/>
        </w:rPr>
        <w:t>železniční infrastruktury.</w:t>
      </w:r>
    </w:p>
    <w:p w14:paraId="30DB1B07" w14:textId="37DE2370" w:rsidR="00A84C3F" w:rsidRPr="002A6BF7" w:rsidRDefault="00A84C3F" w:rsidP="00217225">
      <w:pPr>
        <w:pStyle w:val="Odstavecseseznamem"/>
        <w:numPr>
          <w:ilvl w:val="0"/>
          <w:numId w:val="38"/>
        </w:numPr>
        <w:spacing w:after="0"/>
        <w:ind w:left="357" w:hanging="357"/>
        <w:rPr>
          <w:rFonts w:ascii="Verdana" w:eastAsia="Verdana" w:hAnsi="Verdana" w:cs="Times New Roman"/>
        </w:rPr>
      </w:pPr>
      <w:r w:rsidRPr="002A6BF7">
        <w:rPr>
          <w:rFonts w:ascii="Verdana" w:eastAsia="Verdana" w:hAnsi="Verdana" w:cs="Times New Roman"/>
        </w:rPr>
        <w:t>Dále upozorňujeme</w:t>
      </w:r>
      <w:r w:rsidR="00C258CA" w:rsidRPr="002A6BF7">
        <w:rPr>
          <w:rFonts w:ascii="Verdana" w:eastAsia="Verdana" w:hAnsi="Verdana" w:cs="Times New Roman"/>
        </w:rPr>
        <w:t xml:space="preserve"> na dodržování</w:t>
      </w:r>
      <w:r w:rsidRPr="002A6BF7">
        <w:rPr>
          <w:rFonts w:ascii="Verdana" w:eastAsia="Verdana" w:hAnsi="Verdana" w:cs="Times New Roman"/>
        </w:rPr>
        <w:t xml:space="preserve"> dokumentu SŽ PO-01/2021-GŘ</w:t>
      </w:r>
      <w:r w:rsidR="00C258CA" w:rsidRPr="002A6BF7">
        <w:rPr>
          <w:rFonts w:ascii="Verdana" w:eastAsia="Verdana" w:hAnsi="Verdana" w:cs="Times New Roman"/>
        </w:rPr>
        <w:t>, kde je uvedeno ovládání v c</w:t>
      </w:r>
      <w:r w:rsidRPr="002A6BF7">
        <w:rPr>
          <w:rFonts w:ascii="Verdana" w:eastAsia="Verdana" w:hAnsi="Verdana" w:cs="Times New Roman"/>
        </w:rPr>
        <w:t>ílov</w:t>
      </w:r>
      <w:r w:rsidR="00C258CA" w:rsidRPr="002A6BF7">
        <w:rPr>
          <w:rFonts w:ascii="Verdana" w:eastAsia="Verdana" w:hAnsi="Verdana" w:cs="Times New Roman"/>
        </w:rPr>
        <w:t>ém</w:t>
      </w:r>
      <w:r w:rsidRPr="002A6BF7">
        <w:rPr>
          <w:rFonts w:ascii="Verdana" w:eastAsia="Verdana" w:hAnsi="Verdana" w:cs="Times New Roman"/>
        </w:rPr>
        <w:t xml:space="preserve"> stav</w:t>
      </w:r>
      <w:r w:rsidR="00C258CA" w:rsidRPr="002A6BF7">
        <w:rPr>
          <w:rFonts w:ascii="Verdana" w:eastAsia="Verdana" w:hAnsi="Verdana" w:cs="Times New Roman"/>
        </w:rPr>
        <w:t>u z</w:t>
      </w:r>
      <w:r w:rsidRPr="002A6BF7">
        <w:rPr>
          <w:rFonts w:ascii="Verdana" w:eastAsia="Verdana" w:hAnsi="Verdana" w:cs="Times New Roman"/>
        </w:rPr>
        <w:t xml:space="preserve"> PPV Česká Třebová, které je v pokročilé fázi projektové přípravy.</w:t>
      </w:r>
    </w:p>
    <w:p w14:paraId="2215F004" w14:textId="7ED476CA" w:rsidR="00B14AC0" w:rsidRPr="002A6BF7" w:rsidRDefault="00C258CA" w:rsidP="00217225">
      <w:pPr>
        <w:pStyle w:val="Odstavecseseznamem"/>
        <w:numPr>
          <w:ilvl w:val="0"/>
          <w:numId w:val="38"/>
        </w:numPr>
        <w:spacing w:after="0"/>
        <w:ind w:left="357" w:hanging="357"/>
        <w:rPr>
          <w:rFonts w:ascii="Verdana" w:eastAsia="Verdana" w:hAnsi="Verdana" w:cs="Times New Roman"/>
        </w:rPr>
      </w:pPr>
      <w:r w:rsidRPr="002A6BF7">
        <w:rPr>
          <w:rFonts w:ascii="Verdana" w:eastAsia="Verdana" w:hAnsi="Verdana" w:cs="Times New Roman"/>
        </w:rPr>
        <w:t>Obecně – značku</w:t>
      </w:r>
      <w:r w:rsidR="00B14AC0" w:rsidRPr="002A6BF7">
        <w:rPr>
          <w:rFonts w:ascii="Verdana" w:eastAsia="Verdana" w:hAnsi="Verdana" w:cs="Times New Roman"/>
        </w:rPr>
        <w:t xml:space="preserve"> SŽDC v dokumentaci používejte pouze tam, kde je to nezbytně nutné, jinak dokumentaci opravte (Správa železnic, státní organizace).</w:t>
      </w:r>
    </w:p>
    <w:p w14:paraId="7D580899" w14:textId="335C3BA2" w:rsidR="00B14AC0" w:rsidRPr="002A6BF7" w:rsidRDefault="00B14AC0" w:rsidP="00217225">
      <w:pPr>
        <w:pStyle w:val="Odstavecseseznamem"/>
        <w:numPr>
          <w:ilvl w:val="0"/>
          <w:numId w:val="38"/>
        </w:numPr>
        <w:spacing w:after="0"/>
        <w:ind w:left="357" w:hanging="357"/>
        <w:rPr>
          <w:rFonts w:ascii="Verdana" w:eastAsia="Verdana" w:hAnsi="Verdana" w:cs="Times New Roman"/>
        </w:rPr>
      </w:pPr>
      <w:r w:rsidRPr="002A6BF7">
        <w:rPr>
          <w:rFonts w:ascii="Verdana" w:eastAsia="Verdana" w:hAnsi="Verdana" w:cs="Times New Roman"/>
        </w:rPr>
        <w:t>TZ, 1.101 – upozorňujeme, že organizační jednotka „JPO HZS SŽDC“ neexistuje, dokumentaci nutno</w:t>
      </w:r>
      <w:r w:rsidR="00E15DF6" w:rsidRPr="002A6BF7">
        <w:rPr>
          <w:rFonts w:ascii="Verdana" w:eastAsia="Verdana" w:hAnsi="Verdana" w:cs="Times New Roman"/>
        </w:rPr>
        <w:t xml:space="preserve"> upřesnit.</w:t>
      </w:r>
    </w:p>
    <w:p w14:paraId="0C9E0755" w14:textId="1762EA82" w:rsidR="00B14AC0" w:rsidRPr="002A6BF7" w:rsidRDefault="00B14AC0" w:rsidP="00217225">
      <w:pPr>
        <w:pStyle w:val="Odstavecseseznamem"/>
        <w:numPr>
          <w:ilvl w:val="0"/>
          <w:numId w:val="38"/>
        </w:numPr>
        <w:spacing w:after="0"/>
        <w:ind w:left="357" w:hanging="357"/>
        <w:rPr>
          <w:rFonts w:ascii="Verdana" w:eastAsia="Verdana" w:hAnsi="Verdana" w:cs="Times New Roman"/>
        </w:rPr>
      </w:pPr>
      <w:r w:rsidRPr="002A6BF7">
        <w:rPr>
          <w:rFonts w:ascii="Verdana" w:eastAsia="Verdana" w:hAnsi="Verdana" w:cs="Times New Roman"/>
        </w:rPr>
        <w:t>TZ, 1.101 – v dokumentaci uvádějte pouze</w:t>
      </w:r>
      <w:r w:rsidR="00E15DF6" w:rsidRPr="002A6BF7">
        <w:rPr>
          <w:rFonts w:ascii="Verdana" w:eastAsia="Verdana" w:hAnsi="Verdana" w:cs="Times New Roman"/>
        </w:rPr>
        <w:t xml:space="preserve"> platné a účinné dokumenty a předpisy Správy železnic, státní organizace </w:t>
      </w:r>
      <w:r w:rsidRPr="002A6BF7">
        <w:rPr>
          <w:rFonts w:ascii="Verdana" w:eastAsia="Verdana" w:hAnsi="Verdana" w:cs="Times New Roman"/>
        </w:rPr>
        <w:t>(nesprávně například „SŽDC Ob 14“ či „SŽDC Bp1“ apod.</w:t>
      </w:r>
      <w:r w:rsidR="00E15DF6" w:rsidRPr="002A6BF7">
        <w:rPr>
          <w:rFonts w:ascii="Verdana" w:eastAsia="Verdana" w:hAnsi="Verdana" w:cs="Times New Roman"/>
        </w:rPr>
        <w:t>). Dokumentaci zkontrolujte a upravte.</w:t>
      </w:r>
    </w:p>
    <w:p w14:paraId="2CCC0B94" w14:textId="77777777" w:rsidR="008F55BB" w:rsidRDefault="008F55BB" w:rsidP="008F55BB">
      <w:pPr>
        <w:pStyle w:val="Odstavecseseznamem"/>
        <w:spacing w:after="0"/>
        <w:ind w:left="357"/>
        <w:rPr>
          <w:rFonts w:ascii="Verdana" w:eastAsia="Verdana" w:hAnsi="Verdana" w:cs="Times New Roman"/>
        </w:rPr>
      </w:pPr>
    </w:p>
    <w:p w14:paraId="2B9AD613" w14:textId="2AE4ED0E" w:rsidR="008430C6" w:rsidRPr="008F55BB" w:rsidRDefault="00CC75F7" w:rsidP="008F55BB">
      <w:pPr>
        <w:spacing w:after="0"/>
        <w:ind w:left="170" w:firstLine="57"/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 xml:space="preserve">   </w:t>
      </w:r>
    </w:p>
    <w:bookmarkEnd w:id="0"/>
    <w:p w14:paraId="4913BFB4" w14:textId="77777777" w:rsidR="00E04582" w:rsidRDefault="00E04582" w:rsidP="000D2F71">
      <w:pPr>
        <w:spacing w:after="0"/>
        <w:rPr>
          <w:rFonts w:ascii="Verdana" w:eastAsia="Verdana" w:hAnsi="Verdana" w:cs="Times New Roman"/>
        </w:rPr>
      </w:pPr>
    </w:p>
    <w:p w14:paraId="515CCCEF" w14:textId="77777777" w:rsidR="00AE63D5" w:rsidRDefault="00AE63D5" w:rsidP="000D2F71">
      <w:pPr>
        <w:spacing w:after="0"/>
        <w:rPr>
          <w:rFonts w:ascii="Verdana" w:eastAsia="Verdana" w:hAnsi="Verdana" w:cs="Times New Roman"/>
        </w:rPr>
      </w:pPr>
    </w:p>
    <w:p w14:paraId="4F4BCD1D" w14:textId="77777777" w:rsidR="002A6BF7" w:rsidRDefault="002A6BF7" w:rsidP="000D2F71">
      <w:pPr>
        <w:spacing w:after="0"/>
        <w:rPr>
          <w:rFonts w:ascii="Verdana" w:eastAsia="Verdana" w:hAnsi="Verdana" w:cs="Times New Roman"/>
        </w:rPr>
      </w:pPr>
    </w:p>
    <w:p w14:paraId="54B55333" w14:textId="77777777" w:rsidR="00CA0EFC" w:rsidRDefault="00CA0EFC" w:rsidP="000D2F71">
      <w:pPr>
        <w:spacing w:after="0"/>
        <w:rPr>
          <w:rFonts w:ascii="Verdana" w:eastAsia="Verdana" w:hAnsi="Verdana" w:cs="Times New Roman"/>
        </w:rPr>
      </w:pPr>
    </w:p>
    <w:p w14:paraId="4BED4A1B" w14:textId="77777777" w:rsidR="00CA0EFC" w:rsidRDefault="00CA0EFC" w:rsidP="000D2F71">
      <w:pPr>
        <w:spacing w:after="0"/>
        <w:rPr>
          <w:rFonts w:ascii="Verdana" w:eastAsia="Verdana" w:hAnsi="Verdana" w:cs="Times New Roman"/>
        </w:rPr>
      </w:pPr>
    </w:p>
    <w:p w14:paraId="2A611EDC" w14:textId="77777777" w:rsidR="008F55BB" w:rsidRDefault="008F55BB" w:rsidP="00CB3B06">
      <w:pPr>
        <w:spacing w:after="0"/>
      </w:pPr>
    </w:p>
    <w:p w14:paraId="7082D241" w14:textId="2B670615" w:rsidR="00CB3B06" w:rsidRDefault="00CB3B06" w:rsidP="00CB3B06">
      <w:pPr>
        <w:spacing w:after="0"/>
      </w:pPr>
      <w:r>
        <w:t>Mgr. Jaroslav Flegl, LL.M.</w:t>
      </w:r>
    </w:p>
    <w:p w14:paraId="65C8F96D" w14:textId="77777777" w:rsidR="00CB3B06" w:rsidRDefault="00CB3B06" w:rsidP="00CB3B06">
      <w:pPr>
        <w:spacing w:after="0"/>
        <w:rPr>
          <w:rFonts w:ascii="Verdana" w:hAnsi="Verdana"/>
          <w:b/>
          <w:bCs/>
          <w:color w:val="000000"/>
          <w:sz w:val="20"/>
          <w:szCs w:val="20"/>
        </w:rPr>
      </w:pPr>
      <w:r>
        <w:t>náměstek generálního ředitele pro řízení provozu</w:t>
      </w:r>
    </w:p>
    <w:p w14:paraId="11917C06" w14:textId="77777777" w:rsidR="00E04582" w:rsidRPr="00E04582" w:rsidRDefault="00E04582" w:rsidP="000D2F71">
      <w:pPr>
        <w:spacing w:after="0"/>
        <w:rPr>
          <w:rFonts w:ascii="Verdana" w:eastAsia="Verdana" w:hAnsi="Verdana" w:cs="Times New Roman"/>
        </w:rPr>
      </w:pPr>
    </w:p>
    <w:sectPr w:rsidR="00E04582" w:rsidRPr="00E0458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BCE51" w14:textId="77777777" w:rsidR="008C6D82" w:rsidRDefault="008C6D82" w:rsidP="00962258">
      <w:pPr>
        <w:spacing w:after="0" w:line="240" w:lineRule="auto"/>
      </w:pPr>
      <w:r>
        <w:separator/>
      </w:r>
    </w:p>
  </w:endnote>
  <w:endnote w:type="continuationSeparator" w:id="0">
    <w:p w14:paraId="18F4F928" w14:textId="77777777" w:rsidR="008C6D82" w:rsidRDefault="008C6D8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E599B" w14:paraId="1491609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5690352" w14:textId="1808E2BA" w:rsidR="000E599B" w:rsidRPr="00B8518B" w:rsidRDefault="000E599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645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645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8B125E0" w14:textId="77777777" w:rsidR="000E599B" w:rsidRDefault="000E599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06C7FB" w14:textId="77777777" w:rsidR="000E599B" w:rsidRDefault="000E599B" w:rsidP="00B8518B">
          <w:pPr>
            <w:pStyle w:val="Zpat"/>
          </w:pPr>
        </w:p>
      </w:tc>
      <w:tc>
        <w:tcPr>
          <w:tcW w:w="2921" w:type="dxa"/>
        </w:tcPr>
        <w:p w14:paraId="2232DE93" w14:textId="77777777" w:rsidR="000E599B" w:rsidRDefault="000E599B" w:rsidP="00D831A3">
          <w:pPr>
            <w:pStyle w:val="Zpat"/>
          </w:pPr>
        </w:p>
      </w:tc>
    </w:tr>
  </w:tbl>
  <w:p w14:paraId="2832E9EE" w14:textId="77777777" w:rsidR="000E599B" w:rsidRPr="00B8518B" w:rsidRDefault="000E599B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E599B" w14:paraId="213DE98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29D52E" w14:textId="0D854507" w:rsidR="000E599B" w:rsidRPr="00B8518B" w:rsidRDefault="000E599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64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645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DE3FB6F" w14:textId="77777777" w:rsidR="000E599B" w:rsidRDefault="000E599B" w:rsidP="00460660">
          <w:pPr>
            <w:pStyle w:val="Zpat"/>
          </w:pPr>
          <w:r>
            <w:t>Správa železnic, státní organizace</w:t>
          </w:r>
        </w:p>
        <w:p w14:paraId="0E31B43C" w14:textId="77777777" w:rsidR="000E599B" w:rsidRDefault="000E599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3DC0C49" w14:textId="77777777" w:rsidR="000E599B" w:rsidRDefault="000E599B" w:rsidP="00460660">
          <w:pPr>
            <w:pStyle w:val="Zpat"/>
          </w:pPr>
          <w:r>
            <w:t>Sídlo: Dlážděná 1003/7, 110 00 Praha 1</w:t>
          </w:r>
        </w:p>
        <w:p w14:paraId="4BCFFF9F" w14:textId="77777777" w:rsidR="000E599B" w:rsidRDefault="000E599B" w:rsidP="00460660">
          <w:pPr>
            <w:pStyle w:val="Zpat"/>
          </w:pPr>
          <w:r>
            <w:t>IČO: 709 94 234 DIČ: CZ 709 94 234</w:t>
          </w:r>
        </w:p>
        <w:p w14:paraId="058E4BF6" w14:textId="77777777" w:rsidR="000E599B" w:rsidRDefault="001C2F16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3F04BDA3" w14:textId="77777777" w:rsidR="000E599B" w:rsidRPr="00B45E9E" w:rsidRDefault="000E599B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14:paraId="33EBE291" w14:textId="77777777" w:rsidR="000E599B" w:rsidRPr="00B45E9E" w:rsidRDefault="000E599B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14:paraId="7B5FB208" w14:textId="77777777" w:rsidR="000E599B" w:rsidRDefault="000E599B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14:paraId="5F357773" w14:textId="77777777" w:rsidR="000E599B" w:rsidRPr="00B8518B" w:rsidRDefault="000E599B" w:rsidP="00460660">
    <w:pPr>
      <w:pStyle w:val="Zpat"/>
      <w:rPr>
        <w:sz w:val="2"/>
        <w:szCs w:val="2"/>
      </w:rPr>
    </w:pPr>
  </w:p>
  <w:p w14:paraId="21345D95" w14:textId="77777777" w:rsidR="000E599B" w:rsidRPr="00460660" w:rsidRDefault="000E599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338CE" w14:textId="77777777" w:rsidR="008C6D82" w:rsidRDefault="008C6D82" w:rsidP="00962258">
      <w:pPr>
        <w:spacing w:after="0" w:line="240" w:lineRule="auto"/>
      </w:pPr>
      <w:r>
        <w:separator/>
      </w:r>
    </w:p>
  </w:footnote>
  <w:footnote w:type="continuationSeparator" w:id="0">
    <w:p w14:paraId="210156A7" w14:textId="77777777" w:rsidR="008C6D82" w:rsidRDefault="008C6D8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E599B" w14:paraId="7D52D22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753FB26" w14:textId="77777777" w:rsidR="000E599B" w:rsidRPr="00B8518B" w:rsidRDefault="000E599B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BD6B4A6" w14:textId="77777777" w:rsidR="000E599B" w:rsidRDefault="000E599B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6DD27F5" w14:textId="77777777" w:rsidR="000E599B" w:rsidRPr="00D6163D" w:rsidRDefault="000E599B" w:rsidP="00D6163D">
          <w:pPr>
            <w:pStyle w:val="Druhdokumentu"/>
          </w:pPr>
        </w:p>
      </w:tc>
    </w:tr>
  </w:tbl>
  <w:p w14:paraId="6D55B899" w14:textId="77777777" w:rsidR="000E599B" w:rsidRPr="00D6163D" w:rsidRDefault="000E599B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E599B" w14:paraId="014E4DC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8F5A72F" w14:textId="77777777" w:rsidR="000E599B" w:rsidRPr="00B8518B" w:rsidRDefault="000E599B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6FFA71E9" wp14:editId="75F0FC44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du="http://schemas.microsoft.com/office/word/2023/wordml/word16du">
                <w:pict>
                  <v:shape w14:anchorId="01D29C3E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31B8FE9" w14:textId="77777777" w:rsidR="000E599B" w:rsidRDefault="000E599B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36CD5AF" w14:textId="77777777" w:rsidR="000E599B" w:rsidRPr="00D6163D" w:rsidRDefault="000E599B" w:rsidP="00FC6389">
          <w:pPr>
            <w:pStyle w:val="Druhdokumentu"/>
          </w:pPr>
        </w:p>
      </w:tc>
    </w:tr>
    <w:tr w:rsidR="000E599B" w14:paraId="19FF210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4099AEA" w14:textId="77777777" w:rsidR="000E599B" w:rsidRPr="00B8518B" w:rsidRDefault="000E599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88C684" w14:textId="77777777" w:rsidR="000E599B" w:rsidRDefault="000E599B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34B48B" w14:textId="77777777" w:rsidR="000E599B" w:rsidRDefault="000E599B" w:rsidP="00FC6389">
          <w:pPr>
            <w:pStyle w:val="Druhdokumentu"/>
            <w:rPr>
              <w:noProof/>
            </w:rPr>
          </w:pPr>
        </w:p>
      </w:tc>
    </w:tr>
  </w:tbl>
  <w:p w14:paraId="6BA2A5A4" w14:textId="77777777" w:rsidR="000E599B" w:rsidRPr="00D6163D" w:rsidRDefault="000E599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390AAA06" wp14:editId="6929829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7884CA73" wp14:editId="1957A2ED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0B105FE2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9B962D6" w14:textId="77777777" w:rsidR="000E599B" w:rsidRPr="00460660" w:rsidRDefault="000E599B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C5DAD"/>
    <w:multiLevelType w:val="hybridMultilevel"/>
    <w:tmpl w:val="DB98E46A"/>
    <w:lvl w:ilvl="0" w:tplc="05500C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03D35"/>
    <w:multiLevelType w:val="hybridMultilevel"/>
    <w:tmpl w:val="1BEEFC9C"/>
    <w:lvl w:ilvl="0" w:tplc="A07A0524">
      <w:start w:val="1"/>
      <w:numFmt w:val="decimal"/>
      <w:lvlText w:val="%1)"/>
      <w:lvlJc w:val="left"/>
      <w:pPr>
        <w:ind w:left="560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93DC9"/>
    <w:multiLevelType w:val="hybridMultilevel"/>
    <w:tmpl w:val="111CD4D0"/>
    <w:lvl w:ilvl="0" w:tplc="A91AF0A8">
      <w:start w:val="27"/>
      <w:numFmt w:val="bullet"/>
      <w:lvlText w:val="-"/>
      <w:lvlJc w:val="left"/>
      <w:pPr>
        <w:ind w:left="1146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BA90405"/>
    <w:multiLevelType w:val="hybridMultilevel"/>
    <w:tmpl w:val="8A323FC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153BF4"/>
    <w:multiLevelType w:val="hybridMultilevel"/>
    <w:tmpl w:val="24F674DE"/>
    <w:lvl w:ilvl="0" w:tplc="5D34F8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D459F"/>
    <w:multiLevelType w:val="hybridMultilevel"/>
    <w:tmpl w:val="1D42DACC"/>
    <w:lvl w:ilvl="0" w:tplc="04050011">
      <w:start w:val="1"/>
      <w:numFmt w:val="decimal"/>
      <w:lvlText w:val="%1)"/>
      <w:lvlJc w:val="left"/>
      <w:pPr>
        <w:ind w:left="560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E893611"/>
    <w:multiLevelType w:val="hybridMultilevel"/>
    <w:tmpl w:val="D53299CE"/>
    <w:lvl w:ilvl="0" w:tplc="97FE53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84BD1"/>
    <w:multiLevelType w:val="hybridMultilevel"/>
    <w:tmpl w:val="27D202A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393611"/>
    <w:multiLevelType w:val="hybridMultilevel"/>
    <w:tmpl w:val="C7CA42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3B26BA"/>
    <w:multiLevelType w:val="hybridMultilevel"/>
    <w:tmpl w:val="6ED6A6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7D0672"/>
    <w:multiLevelType w:val="hybridMultilevel"/>
    <w:tmpl w:val="9D041216"/>
    <w:lvl w:ilvl="0" w:tplc="D9563D8E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F76403"/>
    <w:multiLevelType w:val="multilevel"/>
    <w:tmpl w:val="0D34D660"/>
    <w:numStyleLink w:val="ListBulletmultilevel"/>
  </w:abstractNum>
  <w:abstractNum w:abstractNumId="14" w15:restartNumberingAfterBreak="0">
    <w:nsid w:val="3143193D"/>
    <w:multiLevelType w:val="hybridMultilevel"/>
    <w:tmpl w:val="184EDCE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80E95"/>
    <w:multiLevelType w:val="hybridMultilevel"/>
    <w:tmpl w:val="0232883E"/>
    <w:lvl w:ilvl="0" w:tplc="401A92AA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6" w15:restartNumberingAfterBreak="0">
    <w:nsid w:val="38E85EA8"/>
    <w:multiLevelType w:val="hybridMultilevel"/>
    <w:tmpl w:val="22BCE0CE"/>
    <w:lvl w:ilvl="0" w:tplc="A91AF0A8">
      <w:start w:val="27"/>
      <w:numFmt w:val="bullet"/>
      <w:lvlText w:val="-"/>
      <w:lvlJc w:val="left"/>
      <w:pPr>
        <w:ind w:left="108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B020C4E"/>
    <w:multiLevelType w:val="hybridMultilevel"/>
    <w:tmpl w:val="25BCEB38"/>
    <w:lvl w:ilvl="0" w:tplc="E77C31BA">
      <w:start w:val="4"/>
      <w:numFmt w:val="bullet"/>
      <w:lvlText w:val="-"/>
      <w:lvlJc w:val="left"/>
      <w:pPr>
        <w:ind w:left="2865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8" w15:restartNumberingAfterBreak="0">
    <w:nsid w:val="40682433"/>
    <w:multiLevelType w:val="hybridMultilevel"/>
    <w:tmpl w:val="B498B6F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101141C"/>
    <w:multiLevelType w:val="hybridMultilevel"/>
    <w:tmpl w:val="92540F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952F45"/>
    <w:multiLevelType w:val="hybridMultilevel"/>
    <w:tmpl w:val="5F9687C0"/>
    <w:lvl w:ilvl="0" w:tplc="E03294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556D59"/>
    <w:multiLevelType w:val="hybridMultilevel"/>
    <w:tmpl w:val="C0306C06"/>
    <w:lvl w:ilvl="0" w:tplc="A406E6A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791D2E"/>
    <w:multiLevelType w:val="hybridMultilevel"/>
    <w:tmpl w:val="F8C4031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125B82"/>
    <w:multiLevelType w:val="hybridMultilevel"/>
    <w:tmpl w:val="CC4C03F4"/>
    <w:lvl w:ilvl="0" w:tplc="BDEE06A8">
      <w:start w:val="2"/>
      <w:numFmt w:val="bullet"/>
      <w:lvlText w:val="-"/>
      <w:lvlJc w:val="left"/>
      <w:pPr>
        <w:ind w:left="785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6BEB5A46"/>
    <w:multiLevelType w:val="hybridMultilevel"/>
    <w:tmpl w:val="05EEBD90"/>
    <w:lvl w:ilvl="0" w:tplc="ADD6981C">
      <w:start w:val="2"/>
      <w:numFmt w:val="bullet"/>
      <w:lvlText w:val="-"/>
      <w:lvlJc w:val="left"/>
      <w:pPr>
        <w:ind w:left="786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72435759"/>
    <w:multiLevelType w:val="hybridMultilevel"/>
    <w:tmpl w:val="6A68A8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070991"/>
    <w:multiLevelType w:val="multilevel"/>
    <w:tmpl w:val="CABE99FC"/>
    <w:numStyleLink w:val="ListNumbermultilevel"/>
  </w:abstractNum>
  <w:abstractNum w:abstractNumId="27" w15:restartNumberingAfterBreak="0">
    <w:nsid w:val="741810EC"/>
    <w:multiLevelType w:val="hybridMultilevel"/>
    <w:tmpl w:val="9E16179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E1472D"/>
    <w:multiLevelType w:val="hybridMultilevel"/>
    <w:tmpl w:val="DB40C0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310C63"/>
    <w:multiLevelType w:val="hybridMultilevel"/>
    <w:tmpl w:val="B498B6F8"/>
    <w:lvl w:ilvl="0" w:tplc="C4E8762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ACB0D6B"/>
    <w:multiLevelType w:val="hybridMultilevel"/>
    <w:tmpl w:val="A53C87F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D82FBE"/>
    <w:multiLevelType w:val="hybridMultilevel"/>
    <w:tmpl w:val="74602460"/>
    <w:lvl w:ilvl="0" w:tplc="E3DC301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86066392">
    <w:abstractNumId w:val="7"/>
  </w:num>
  <w:num w:numId="2" w16cid:durableId="1881626839">
    <w:abstractNumId w:val="3"/>
  </w:num>
  <w:num w:numId="3" w16cid:durableId="534081607">
    <w:abstractNumId w:val="13"/>
  </w:num>
  <w:num w:numId="4" w16cid:durableId="2022313170">
    <w:abstractNumId w:val="26"/>
  </w:num>
  <w:num w:numId="5" w16cid:durableId="2057509782">
    <w:abstractNumId w:val="21"/>
  </w:num>
  <w:num w:numId="6" w16cid:durableId="2066635640">
    <w:abstractNumId w:val="27"/>
  </w:num>
  <w:num w:numId="7" w16cid:durableId="744030912">
    <w:abstractNumId w:val="4"/>
  </w:num>
  <w:num w:numId="8" w16cid:durableId="1157111951">
    <w:abstractNumId w:val="25"/>
  </w:num>
  <w:num w:numId="9" w16cid:durableId="206826508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259255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70020988">
    <w:abstractNumId w:val="19"/>
  </w:num>
  <w:num w:numId="12" w16cid:durableId="763963635">
    <w:abstractNumId w:val="1"/>
  </w:num>
  <w:num w:numId="13" w16cid:durableId="1521240415">
    <w:abstractNumId w:val="0"/>
  </w:num>
  <w:num w:numId="14" w16cid:durableId="2042658767">
    <w:abstractNumId w:val="8"/>
  </w:num>
  <w:num w:numId="15" w16cid:durableId="73211015">
    <w:abstractNumId w:val="20"/>
  </w:num>
  <w:num w:numId="16" w16cid:durableId="1904952193">
    <w:abstractNumId w:val="5"/>
  </w:num>
  <w:num w:numId="17" w16cid:durableId="1009917013">
    <w:abstractNumId w:val="24"/>
  </w:num>
  <w:num w:numId="18" w16cid:durableId="1080445465">
    <w:abstractNumId w:val="22"/>
  </w:num>
  <w:num w:numId="19" w16cid:durableId="1000815117">
    <w:abstractNumId w:val="12"/>
  </w:num>
  <w:num w:numId="20" w16cid:durableId="1041831644">
    <w:abstractNumId w:val="11"/>
  </w:num>
  <w:num w:numId="21" w16cid:durableId="1530290786">
    <w:abstractNumId w:val="29"/>
  </w:num>
  <w:num w:numId="22" w16cid:durableId="1859344962">
    <w:abstractNumId w:val="12"/>
  </w:num>
  <w:num w:numId="23" w16cid:durableId="1976370430">
    <w:abstractNumId w:val="18"/>
  </w:num>
  <w:num w:numId="24" w16cid:durableId="1282802970">
    <w:abstractNumId w:val="14"/>
  </w:num>
  <w:num w:numId="25" w16cid:durableId="15596327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39271309">
    <w:abstractNumId w:val="25"/>
  </w:num>
  <w:num w:numId="27" w16cid:durableId="15505279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000443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51581390">
    <w:abstractNumId w:val="23"/>
  </w:num>
  <w:num w:numId="30" w16cid:durableId="2083483209">
    <w:abstractNumId w:val="2"/>
  </w:num>
  <w:num w:numId="31" w16cid:durableId="38669545">
    <w:abstractNumId w:val="17"/>
  </w:num>
  <w:num w:numId="32" w16cid:durableId="137882279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41021080">
    <w:abstractNumId w:val="16"/>
  </w:num>
  <w:num w:numId="34" w16cid:durableId="834953799">
    <w:abstractNumId w:val="6"/>
  </w:num>
  <w:num w:numId="35" w16cid:durableId="2139833704">
    <w:abstractNumId w:val="10"/>
  </w:num>
  <w:num w:numId="36" w16cid:durableId="370351399">
    <w:abstractNumId w:val="15"/>
  </w:num>
  <w:num w:numId="37" w16cid:durableId="1659534698">
    <w:abstractNumId w:val="9"/>
  </w:num>
  <w:num w:numId="38" w16cid:durableId="333922751">
    <w:abstractNumId w:val="2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autoHyphenation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AF4"/>
    <w:rsid w:val="000010D2"/>
    <w:rsid w:val="00004A30"/>
    <w:rsid w:val="000077D4"/>
    <w:rsid w:val="00010704"/>
    <w:rsid w:val="00011B0F"/>
    <w:rsid w:val="00012781"/>
    <w:rsid w:val="000135B4"/>
    <w:rsid w:val="00031E80"/>
    <w:rsid w:val="00033432"/>
    <w:rsid w:val="000335CC"/>
    <w:rsid w:val="00035F9D"/>
    <w:rsid w:val="00043E6D"/>
    <w:rsid w:val="00044C2B"/>
    <w:rsid w:val="000452D3"/>
    <w:rsid w:val="00047D57"/>
    <w:rsid w:val="00050004"/>
    <w:rsid w:val="000505C8"/>
    <w:rsid w:val="000633FE"/>
    <w:rsid w:val="00063665"/>
    <w:rsid w:val="00072C1E"/>
    <w:rsid w:val="00073E71"/>
    <w:rsid w:val="00074312"/>
    <w:rsid w:val="0007537F"/>
    <w:rsid w:val="00077722"/>
    <w:rsid w:val="00081938"/>
    <w:rsid w:val="00084979"/>
    <w:rsid w:val="00091CEF"/>
    <w:rsid w:val="00093022"/>
    <w:rsid w:val="00093E29"/>
    <w:rsid w:val="000A2C61"/>
    <w:rsid w:val="000A61F6"/>
    <w:rsid w:val="000B7907"/>
    <w:rsid w:val="000B7DAC"/>
    <w:rsid w:val="000C0429"/>
    <w:rsid w:val="000C1F68"/>
    <w:rsid w:val="000C6384"/>
    <w:rsid w:val="000C689D"/>
    <w:rsid w:val="000D00D9"/>
    <w:rsid w:val="000D034A"/>
    <w:rsid w:val="000D2196"/>
    <w:rsid w:val="000D2F71"/>
    <w:rsid w:val="000D37A7"/>
    <w:rsid w:val="000D452C"/>
    <w:rsid w:val="000D58CF"/>
    <w:rsid w:val="000E5587"/>
    <w:rsid w:val="000E599B"/>
    <w:rsid w:val="000E5A5E"/>
    <w:rsid w:val="000E6F0F"/>
    <w:rsid w:val="000F08C0"/>
    <w:rsid w:val="000F2E56"/>
    <w:rsid w:val="000F5883"/>
    <w:rsid w:val="000F6F89"/>
    <w:rsid w:val="000F7C1A"/>
    <w:rsid w:val="00113C4E"/>
    <w:rsid w:val="00114472"/>
    <w:rsid w:val="00115761"/>
    <w:rsid w:val="00117BEA"/>
    <w:rsid w:val="00122551"/>
    <w:rsid w:val="00127464"/>
    <w:rsid w:val="00127CAB"/>
    <w:rsid w:val="00130543"/>
    <w:rsid w:val="00130CBF"/>
    <w:rsid w:val="00131A9F"/>
    <w:rsid w:val="001328F6"/>
    <w:rsid w:val="00133233"/>
    <w:rsid w:val="00135646"/>
    <w:rsid w:val="00135A7D"/>
    <w:rsid w:val="001369CC"/>
    <w:rsid w:val="001377EB"/>
    <w:rsid w:val="001405CF"/>
    <w:rsid w:val="00140B9F"/>
    <w:rsid w:val="00140D68"/>
    <w:rsid w:val="0015360C"/>
    <w:rsid w:val="00154B3A"/>
    <w:rsid w:val="00156FE8"/>
    <w:rsid w:val="00157113"/>
    <w:rsid w:val="0016101C"/>
    <w:rsid w:val="00163F8B"/>
    <w:rsid w:val="00167DFE"/>
    <w:rsid w:val="00170EC5"/>
    <w:rsid w:val="00172DA9"/>
    <w:rsid w:val="001747C1"/>
    <w:rsid w:val="00177408"/>
    <w:rsid w:val="00183417"/>
    <w:rsid w:val="001839D7"/>
    <w:rsid w:val="0018596A"/>
    <w:rsid w:val="00192A2A"/>
    <w:rsid w:val="001A742E"/>
    <w:rsid w:val="001B056B"/>
    <w:rsid w:val="001B43DF"/>
    <w:rsid w:val="001B4AA9"/>
    <w:rsid w:val="001B4B70"/>
    <w:rsid w:val="001B7EFC"/>
    <w:rsid w:val="001C06D2"/>
    <w:rsid w:val="001C2233"/>
    <w:rsid w:val="001C26A0"/>
    <w:rsid w:val="001C2F16"/>
    <w:rsid w:val="001C3AF4"/>
    <w:rsid w:val="001C4DA0"/>
    <w:rsid w:val="001C5902"/>
    <w:rsid w:val="001C7319"/>
    <w:rsid w:val="001D23DE"/>
    <w:rsid w:val="001D5250"/>
    <w:rsid w:val="001D5A2C"/>
    <w:rsid w:val="001D64A1"/>
    <w:rsid w:val="001E0F95"/>
    <w:rsid w:val="001E120B"/>
    <w:rsid w:val="001E28CB"/>
    <w:rsid w:val="001E2D2D"/>
    <w:rsid w:val="001F013C"/>
    <w:rsid w:val="001F53C9"/>
    <w:rsid w:val="00203149"/>
    <w:rsid w:val="002039AB"/>
    <w:rsid w:val="00207D0D"/>
    <w:rsid w:val="00207DF5"/>
    <w:rsid w:val="00211769"/>
    <w:rsid w:val="00213621"/>
    <w:rsid w:val="00216465"/>
    <w:rsid w:val="00216D34"/>
    <w:rsid w:val="00217225"/>
    <w:rsid w:val="00222068"/>
    <w:rsid w:val="00222403"/>
    <w:rsid w:val="00225BFC"/>
    <w:rsid w:val="00230FCA"/>
    <w:rsid w:val="002334F6"/>
    <w:rsid w:val="00235994"/>
    <w:rsid w:val="00235D97"/>
    <w:rsid w:val="00237E77"/>
    <w:rsid w:val="002502B0"/>
    <w:rsid w:val="00250C6F"/>
    <w:rsid w:val="0025106C"/>
    <w:rsid w:val="0025133F"/>
    <w:rsid w:val="00252C8D"/>
    <w:rsid w:val="00254262"/>
    <w:rsid w:val="00254AC1"/>
    <w:rsid w:val="0025772F"/>
    <w:rsid w:val="002603EA"/>
    <w:rsid w:val="00260FDE"/>
    <w:rsid w:val="0026785D"/>
    <w:rsid w:val="00277D41"/>
    <w:rsid w:val="0028138A"/>
    <w:rsid w:val="00281EDB"/>
    <w:rsid w:val="0028420E"/>
    <w:rsid w:val="002859B1"/>
    <w:rsid w:val="00291DEC"/>
    <w:rsid w:val="00292817"/>
    <w:rsid w:val="002A24DF"/>
    <w:rsid w:val="002A337F"/>
    <w:rsid w:val="002A3A4E"/>
    <w:rsid w:val="002A6BF7"/>
    <w:rsid w:val="002B027C"/>
    <w:rsid w:val="002B2F80"/>
    <w:rsid w:val="002B4A17"/>
    <w:rsid w:val="002C31BF"/>
    <w:rsid w:val="002C411A"/>
    <w:rsid w:val="002D0EB7"/>
    <w:rsid w:val="002D2583"/>
    <w:rsid w:val="002D417F"/>
    <w:rsid w:val="002D7554"/>
    <w:rsid w:val="002E0CD7"/>
    <w:rsid w:val="002E2E96"/>
    <w:rsid w:val="002E31EC"/>
    <w:rsid w:val="002E4ED4"/>
    <w:rsid w:val="002E5AB6"/>
    <w:rsid w:val="002E5CB6"/>
    <w:rsid w:val="002E71C5"/>
    <w:rsid w:val="002E7208"/>
    <w:rsid w:val="002E74E7"/>
    <w:rsid w:val="002F026B"/>
    <w:rsid w:val="002F4684"/>
    <w:rsid w:val="002F4EBD"/>
    <w:rsid w:val="002F670E"/>
    <w:rsid w:val="002F791A"/>
    <w:rsid w:val="003010F5"/>
    <w:rsid w:val="003041A0"/>
    <w:rsid w:val="003052E8"/>
    <w:rsid w:val="00311E3B"/>
    <w:rsid w:val="00311FD2"/>
    <w:rsid w:val="003120B3"/>
    <w:rsid w:val="003121B3"/>
    <w:rsid w:val="00314D4C"/>
    <w:rsid w:val="00317F3A"/>
    <w:rsid w:val="00322FC6"/>
    <w:rsid w:val="00330A0B"/>
    <w:rsid w:val="0034087B"/>
    <w:rsid w:val="00342B94"/>
    <w:rsid w:val="00356194"/>
    <w:rsid w:val="00356867"/>
    <w:rsid w:val="00357BC6"/>
    <w:rsid w:val="00362893"/>
    <w:rsid w:val="00381539"/>
    <w:rsid w:val="0038680A"/>
    <w:rsid w:val="00390D48"/>
    <w:rsid w:val="003918DB"/>
    <w:rsid w:val="003956C6"/>
    <w:rsid w:val="003A1535"/>
    <w:rsid w:val="003A7607"/>
    <w:rsid w:val="003B4234"/>
    <w:rsid w:val="003B4B73"/>
    <w:rsid w:val="003B6370"/>
    <w:rsid w:val="003C2856"/>
    <w:rsid w:val="003C30E9"/>
    <w:rsid w:val="003C4120"/>
    <w:rsid w:val="003C544D"/>
    <w:rsid w:val="003C55EC"/>
    <w:rsid w:val="003D42C2"/>
    <w:rsid w:val="003D677B"/>
    <w:rsid w:val="003E75CE"/>
    <w:rsid w:val="003E770C"/>
    <w:rsid w:val="003F1289"/>
    <w:rsid w:val="003F1981"/>
    <w:rsid w:val="00401D32"/>
    <w:rsid w:val="00403404"/>
    <w:rsid w:val="004049BA"/>
    <w:rsid w:val="00405438"/>
    <w:rsid w:val="0041380F"/>
    <w:rsid w:val="00415B52"/>
    <w:rsid w:val="0042135A"/>
    <w:rsid w:val="00425F32"/>
    <w:rsid w:val="00426EB8"/>
    <w:rsid w:val="004316FB"/>
    <w:rsid w:val="00432A27"/>
    <w:rsid w:val="004356A0"/>
    <w:rsid w:val="00436074"/>
    <w:rsid w:val="00441D77"/>
    <w:rsid w:val="0044358F"/>
    <w:rsid w:val="0044713E"/>
    <w:rsid w:val="00450F07"/>
    <w:rsid w:val="00451B15"/>
    <w:rsid w:val="00451F9F"/>
    <w:rsid w:val="00453CD3"/>
    <w:rsid w:val="004553A5"/>
    <w:rsid w:val="00455BC7"/>
    <w:rsid w:val="00456294"/>
    <w:rsid w:val="00460660"/>
    <w:rsid w:val="00460CCB"/>
    <w:rsid w:val="00461725"/>
    <w:rsid w:val="004638AD"/>
    <w:rsid w:val="004650CE"/>
    <w:rsid w:val="00465B30"/>
    <w:rsid w:val="00466BBE"/>
    <w:rsid w:val="0046792C"/>
    <w:rsid w:val="00470C8E"/>
    <w:rsid w:val="00471875"/>
    <w:rsid w:val="004729C3"/>
    <w:rsid w:val="00474790"/>
    <w:rsid w:val="00477370"/>
    <w:rsid w:val="00480256"/>
    <w:rsid w:val="0048066C"/>
    <w:rsid w:val="004814F6"/>
    <w:rsid w:val="00482D69"/>
    <w:rsid w:val="00486107"/>
    <w:rsid w:val="00487A36"/>
    <w:rsid w:val="00491152"/>
    <w:rsid w:val="00491827"/>
    <w:rsid w:val="00492172"/>
    <w:rsid w:val="0049255E"/>
    <w:rsid w:val="004926B0"/>
    <w:rsid w:val="00496111"/>
    <w:rsid w:val="004A045E"/>
    <w:rsid w:val="004A7C35"/>
    <w:rsid w:val="004A7C69"/>
    <w:rsid w:val="004B0F3A"/>
    <w:rsid w:val="004B4CAE"/>
    <w:rsid w:val="004C03F6"/>
    <w:rsid w:val="004C3DBA"/>
    <w:rsid w:val="004C4399"/>
    <w:rsid w:val="004C623E"/>
    <w:rsid w:val="004C6628"/>
    <w:rsid w:val="004C69ED"/>
    <w:rsid w:val="004C6E61"/>
    <w:rsid w:val="004C787C"/>
    <w:rsid w:val="004D4FC8"/>
    <w:rsid w:val="004D6493"/>
    <w:rsid w:val="004D6F97"/>
    <w:rsid w:val="004D747E"/>
    <w:rsid w:val="004E35B0"/>
    <w:rsid w:val="004E6345"/>
    <w:rsid w:val="004E6970"/>
    <w:rsid w:val="004E7904"/>
    <w:rsid w:val="004E7AE6"/>
    <w:rsid w:val="004F2E3E"/>
    <w:rsid w:val="004F4B9B"/>
    <w:rsid w:val="004F5F0F"/>
    <w:rsid w:val="005013E4"/>
    <w:rsid w:val="00501D45"/>
    <w:rsid w:val="00503350"/>
    <w:rsid w:val="00503C7A"/>
    <w:rsid w:val="00505A1A"/>
    <w:rsid w:val="00505AA5"/>
    <w:rsid w:val="00505C2D"/>
    <w:rsid w:val="00506BA7"/>
    <w:rsid w:val="00507361"/>
    <w:rsid w:val="00511AB9"/>
    <w:rsid w:val="0051341C"/>
    <w:rsid w:val="00513555"/>
    <w:rsid w:val="00515407"/>
    <w:rsid w:val="00515990"/>
    <w:rsid w:val="00520010"/>
    <w:rsid w:val="00520210"/>
    <w:rsid w:val="00522C31"/>
    <w:rsid w:val="00523EA7"/>
    <w:rsid w:val="005240DE"/>
    <w:rsid w:val="00527A16"/>
    <w:rsid w:val="005327AF"/>
    <w:rsid w:val="00533302"/>
    <w:rsid w:val="00534799"/>
    <w:rsid w:val="00534841"/>
    <w:rsid w:val="0053567A"/>
    <w:rsid w:val="005417A6"/>
    <w:rsid w:val="00541F1C"/>
    <w:rsid w:val="00542E02"/>
    <w:rsid w:val="005459EB"/>
    <w:rsid w:val="0055075A"/>
    <w:rsid w:val="00550998"/>
    <w:rsid w:val="00551D1F"/>
    <w:rsid w:val="00553375"/>
    <w:rsid w:val="00555AAD"/>
    <w:rsid w:val="00555E06"/>
    <w:rsid w:val="0055663A"/>
    <w:rsid w:val="00557E56"/>
    <w:rsid w:val="005658A6"/>
    <w:rsid w:val="005722BB"/>
    <w:rsid w:val="00573231"/>
    <w:rsid w:val="005736B7"/>
    <w:rsid w:val="00575E5A"/>
    <w:rsid w:val="00581D3C"/>
    <w:rsid w:val="00585021"/>
    <w:rsid w:val="00592071"/>
    <w:rsid w:val="00592B6A"/>
    <w:rsid w:val="00593220"/>
    <w:rsid w:val="00594487"/>
    <w:rsid w:val="00596C7E"/>
    <w:rsid w:val="005A12C6"/>
    <w:rsid w:val="005A1671"/>
    <w:rsid w:val="005A217E"/>
    <w:rsid w:val="005A2A60"/>
    <w:rsid w:val="005A406A"/>
    <w:rsid w:val="005A64E9"/>
    <w:rsid w:val="005A6D26"/>
    <w:rsid w:val="005B072E"/>
    <w:rsid w:val="005B395D"/>
    <w:rsid w:val="005B5EE9"/>
    <w:rsid w:val="005B7402"/>
    <w:rsid w:val="005B7767"/>
    <w:rsid w:val="005B7CF9"/>
    <w:rsid w:val="005C14F4"/>
    <w:rsid w:val="005C2A7B"/>
    <w:rsid w:val="005C3581"/>
    <w:rsid w:val="005C3867"/>
    <w:rsid w:val="005C5A06"/>
    <w:rsid w:val="005C7A55"/>
    <w:rsid w:val="005D4DFC"/>
    <w:rsid w:val="005E3744"/>
    <w:rsid w:val="005E41F6"/>
    <w:rsid w:val="005E4934"/>
    <w:rsid w:val="005E4D45"/>
    <w:rsid w:val="005F29BE"/>
    <w:rsid w:val="005F40F0"/>
    <w:rsid w:val="005F692D"/>
    <w:rsid w:val="006005A2"/>
    <w:rsid w:val="00605C27"/>
    <w:rsid w:val="0061068E"/>
    <w:rsid w:val="00613746"/>
    <w:rsid w:val="00617D41"/>
    <w:rsid w:val="0062186D"/>
    <w:rsid w:val="00622E83"/>
    <w:rsid w:val="00622F5A"/>
    <w:rsid w:val="00625FA2"/>
    <w:rsid w:val="00632748"/>
    <w:rsid w:val="00633348"/>
    <w:rsid w:val="00634D82"/>
    <w:rsid w:val="006406C9"/>
    <w:rsid w:val="00641201"/>
    <w:rsid w:val="006416C3"/>
    <w:rsid w:val="00641DB7"/>
    <w:rsid w:val="00642434"/>
    <w:rsid w:val="006438C8"/>
    <w:rsid w:val="00650B2C"/>
    <w:rsid w:val="00650BF1"/>
    <w:rsid w:val="00651704"/>
    <w:rsid w:val="00653E82"/>
    <w:rsid w:val="00653FBF"/>
    <w:rsid w:val="00655808"/>
    <w:rsid w:val="006572CD"/>
    <w:rsid w:val="00657E59"/>
    <w:rsid w:val="00660AD3"/>
    <w:rsid w:val="00661E48"/>
    <w:rsid w:val="00673FCC"/>
    <w:rsid w:val="0067412D"/>
    <w:rsid w:val="0068178F"/>
    <w:rsid w:val="00683D2E"/>
    <w:rsid w:val="006A21FD"/>
    <w:rsid w:val="006A5570"/>
    <w:rsid w:val="006A689C"/>
    <w:rsid w:val="006A72B5"/>
    <w:rsid w:val="006A7A54"/>
    <w:rsid w:val="006B3D79"/>
    <w:rsid w:val="006B61E9"/>
    <w:rsid w:val="006B7E0D"/>
    <w:rsid w:val="006C124E"/>
    <w:rsid w:val="006D3364"/>
    <w:rsid w:val="006D4886"/>
    <w:rsid w:val="006D5F13"/>
    <w:rsid w:val="006E0098"/>
    <w:rsid w:val="006E0578"/>
    <w:rsid w:val="006E314D"/>
    <w:rsid w:val="006E4E85"/>
    <w:rsid w:val="006F600A"/>
    <w:rsid w:val="007015EA"/>
    <w:rsid w:val="007016B4"/>
    <w:rsid w:val="00703CA8"/>
    <w:rsid w:val="007051A7"/>
    <w:rsid w:val="0070579B"/>
    <w:rsid w:val="00710723"/>
    <w:rsid w:val="00710D03"/>
    <w:rsid w:val="00712154"/>
    <w:rsid w:val="00717060"/>
    <w:rsid w:val="007203C3"/>
    <w:rsid w:val="00720AF4"/>
    <w:rsid w:val="00723A04"/>
    <w:rsid w:val="00723ED1"/>
    <w:rsid w:val="00725791"/>
    <w:rsid w:val="00726407"/>
    <w:rsid w:val="00730E56"/>
    <w:rsid w:val="00743525"/>
    <w:rsid w:val="00745C2C"/>
    <w:rsid w:val="0074635F"/>
    <w:rsid w:val="00751FE3"/>
    <w:rsid w:val="00752ACC"/>
    <w:rsid w:val="0075769A"/>
    <w:rsid w:val="0076286B"/>
    <w:rsid w:val="0076310D"/>
    <w:rsid w:val="00764595"/>
    <w:rsid w:val="00766487"/>
    <w:rsid w:val="00766846"/>
    <w:rsid w:val="0076706A"/>
    <w:rsid w:val="0077528D"/>
    <w:rsid w:val="00776286"/>
    <w:rsid w:val="0077673A"/>
    <w:rsid w:val="00781C8C"/>
    <w:rsid w:val="007846E1"/>
    <w:rsid w:val="00790A7E"/>
    <w:rsid w:val="00793268"/>
    <w:rsid w:val="00793C89"/>
    <w:rsid w:val="007A026F"/>
    <w:rsid w:val="007A1845"/>
    <w:rsid w:val="007A2015"/>
    <w:rsid w:val="007A549B"/>
    <w:rsid w:val="007A5E37"/>
    <w:rsid w:val="007A5E74"/>
    <w:rsid w:val="007A78A1"/>
    <w:rsid w:val="007B5536"/>
    <w:rsid w:val="007B570C"/>
    <w:rsid w:val="007B6AD5"/>
    <w:rsid w:val="007B78DA"/>
    <w:rsid w:val="007B7C7A"/>
    <w:rsid w:val="007C00F8"/>
    <w:rsid w:val="007C0F24"/>
    <w:rsid w:val="007C321C"/>
    <w:rsid w:val="007C455B"/>
    <w:rsid w:val="007C795E"/>
    <w:rsid w:val="007D157A"/>
    <w:rsid w:val="007E32E7"/>
    <w:rsid w:val="007E4A6E"/>
    <w:rsid w:val="007E64D7"/>
    <w:rsid w:val="007F0345"/>
    <w:rsid w:val="007F1C10"/>
    <w:rsid w:val="007F42D2"/>
    <w:rsid w:val="007F56A7"/>
    <w:rsid w:val="00805DB8"/>
    <w:rsid w:val="00807DD0"/>
    <w:rsid w:val="00811909"/>
    <w:rsid w:val="00813F11"/>
    <w:rsid w:val="0081606C"/>
    <w:rsid w:val="008166DB"/>
    <w:rsid w:val="00830FFB"/>
    <w:rsid w:val="0084279A"/>
    <w:rsid w:val="008430C6"/>
    <w:rsid w:val="0084326C"/>
    <w:rsid w:val="00851DD5"/>
    <w:rsid w:val="00855FAE"/>
    <w:rsid w:val="00856250"/>
    <w:rsid w:val="0086265C"/>
    <w:rsid w:val="00865684"/>
    <w:rsid w:val="008814A1"/>
    <w:rsid w:val="00883F72"/>
    <w:rsid w:val="00886A99"/>
    <w:rsid w:val="0088728A"/>
    <w:rsid w:val="0089225E"/>
    <w:rsid w:val="00895F27"/>
    <w:rsid w:val="008972EE"/>
    <w:rsid w:val="008A3568"/>
    <w:rsid w:val="008A4464"/>
    <w:rsid w:val="008B0BAB"/>
    <w:rsid w:val="008B0C21"/>
    <w:rsid w:val="008C0E9E"/>
    <w:rsid w:val="008C137A"/>
    <w:rsid w:val="008C30D5"/>
    <w:rsid w:val="008C6D82"/>
    <w:rsid w:val="008C7B43"/>
    <w:rsid w:val="008D03B9"/>
    <w:rsid w:val="008D1222"/>
    <w:rsid w:val="008D36CA"/>
    <w:rsid w:val="008D449B"/>
    <w:rsid w:val="008D6F92"/>
    <w:rsid w:val="008D7874"/>
    <w:rsid w:val="008E2C6D"/>
    <w:rsid w:val="008F18D6"/>
    <w:rsid w:val="008F395A"/>
    <w:rsid w:val="008F3E6B"/>
    <w:rsid w:val="008F475F"/>
    <w:rsid w:val="008F4AAA"/>
    <w:rsid w:val="008F53FC"/>
    <w:rsid w:val="008F55BB"/>
    <w:rsid w:val="00900D03"/>
    <w:rsid w:val="009030A7"/>
    <w:rsid w:val="00904780"/>
    <w:rsid w:val="00904EA0"/>
    <w:rsid w:val="009113A8"/>
    <w:rsid w:val="0091479A"/>
    <w:rsid w:val="00922385"/>
    <w:rsid w:val="009223DF"/>
    <w:rsid w:val="0092305C"/>
    <w:rsid w:val="00923917"/>
    <w:rsid w:val="00925217"/>
    <w:rsid w:val="009268C6"/>
    <w:rsid w:val="0092734C"/>
    <w:rsid w:val="009274E0"/>
    <w:rsid w:val="009275FC"/>
    <w:rsid w:val="00936091"/>
    <w:rsid w:val="00936203"/>
    <w:rsid w:val="00940A3B"/>
    <w:rsid w:val="00940D8A"/>
    <w:rsid w:val="009412A3"/>
    <w:rsid w:val="009418B4"/>
    <w:rsid w:val="00944BB1"/>
    <w:rsid w:val="00945B6A"/>
    <w:rsid w:val="00946623"/>
    <w:rsid w:val="009479CB"/>
    <w:rsid w:val="00947EA2"/>
    <w:rsid w:val="00962131"/>
    <w:rsid w:val="00962258"/>
    <w:rsid w:val="00964C12"/>
    <w:rsid w:val="009678B7"/>
    <w:rsid w:val="009710CA"/>
    <w:rsid w:val="00973047"/>
    <w:rsid w:val="00973678"/>
    <w:rsid w:val="00976455"/>
    <w:rsid w:val="009804C7"/>
    <w:rsid w:val="00982411"/>
    <w:rsid w:val="00982705"/>
    <w:rsid w:val="00987A90"/>
    <w:rsid w:val="009915B4"/>
    <w:rsid w:val="009922D8"/>
    <w:rsid w:val="00992D9C"/>
    <w:rsid w:val="00992EEF"/>
    <w:rsid w:val="0099380F"/>
    <w:rsid w:val="00996CB8"/>
    <w:rsid w:val="009A0FB7"/>
    <w:rsid w:val="009A4F75"/>
    <w:rsid w:val="009A5BBA"/>
    <w:rsid w:val="009A6029"/>
    <w:rsid w:val="009A7568"/>
    <w:rsid w:val="009A7FED"/>
    <w:rsid w:val="009B254F"/>
    <w:rsid w:val="009B2E97"/>
    <w:rsid w:val="009B72CC"/>
    <w:rsid w:val="009C2BB1"/>
    <w:rsid w:val="009D4BD6"/>
    <w:rsid w:val="009D5F2E"/>
    <w:rsid w:val="009D6206"/>
    <w:rsid w:val="009E07F4"/>
    <w:rsid w:val="009E15F7"/>
    <w:rsid w:val="009E2941"/>
    <w:rsid w:val="009E45E8"/>
    <w:rsid w:val="009E4D35"/>
    <w:rsid w:val="009E6D92"/>
    <w:rsid w:val="009E757D"/>
    <w:rsid w:val="009F392E"/>
    <w:rsid w:val="009F5408"/>
    <w:rsid w:val="00A0099C"/>
    <w:rsid w:val="00A05C85"/>
    <w:rsid w:val="00A07FF9"/>
    <w:rsid w:val="00A11584"/>
    <w:rsid w:val="00A14D1B"/>
    <w:rsid w:val="00A240F0"/>
    <w:rsid w:val="00A32BE1"/>
    <w:rsid w:val="00A34A6F"/>
    <w:rsid w:val="00A44328"/>
    <w:rsid w:val="00A44688"/>
    <w:rsid w:val="00A47239"/>
    <w:rsid w:val="00A55A45"/>
    <w:rsid w:val="00A56371"/>
    <w:rsid w:val="00A56389"/>
    <w:rsid w:val="00A6177B"/>
    <w:rsid w:val="00A626E4"/>
    <w:rsid w:val="00A66136"/>
    <w:rsid w:val="00A6779E"/>
    <w:rsid w:val="00A71901"/>
    <w:rsid w:val="00A71E9D"/>
    <w:rsid w:val="00A71FB1"/>
    <w:rsid w:val="00A76D78"/>
    <w:rsid w:val="00A82FF5"/>
    <w:rsid w:val="00A84C3F"/>
    <w:rsid w:val="00A8569E"/>
    <w:rsid w:val="00A8636B"/>
    <w:rsid w:val="00A86FBD"/>
    <w:rsid w:val="00A93DD3"/>
    <w:rsid w:val="00AA2B4F"/>
    <w:rsid w:val="00AA2D84"/>
    <w:rsid w:val="00AA4CBB"/>
    <w:rsid w:val="00AA65FA"/>
    <w:rsid w:val="00AA7351"/>
    <w:rsid w:val="00AB4462"/>
    <w:rsid w:val="00AB60DB"/>
    <w:rsid w:val="00AC2617"/>
    <w:rsid w:val="00AC4155"/>
    <w:rsid w:val="00AC5506"/>
    <w:rsid w:val="00AD056F"/>
    <w:rsid w:val="00AD2885"/>
    <w:rsid w:val="00AD3FE5"/>
    <w:rsid w:val="00AD6731"/>
    <w:rsid w:val="00AD707B"/>
    <w:rsid w:val="00AD71B5"/>
    <w:rsid w:val="00AD7515"/>
    <w:rsid w:val="00AD7797"/>
    <w:rsid w:val="00AE0DF1"/>
    <w:rsid w:val="00AE63D5"/>
    <w:rsid w:val="00AF13F9"/>
    <w:rsid w:val="00B14AC0"/>
    <w:rsid w:val="00B15D0D"/>
    <w:rsid w:val="00B16BCE"/>
    <w:rsid w:val="00B20414"/>
    <w:rsid w:val="00B22927"/>
    <w:rsid w:val="00B270DE"/>
    <w:rsid w:val="00B27593"/>
    <w:rsid w:val="00B27F21"/>
    <w:rsid w:val="00B305C8"/>
    <w:rsid w:val="00B346E3"/>
    <w:rsid w:val="00B369B8"/>
    <w:rsid w:val="00B40FB0"/>
    <w:rsid w:val="00B42B85"/>
    <w:rsid w:val="00B42E9C"/>
    <w:rsid w:val="00B448CD"/>
    <w:rsid w:val="00B45E9E"/>
    <w:rsid w:val="00B463A9"/>
    <w:rsid w:val="00B53AB2"/>
    <w:rsid w:val="00B5483B"/>
    <w:rsid w:val="00B55F9C"/>
    <w:rsid w:val="00B63A77"/>
    <w:rsid w:val="00B66074"/>
    <w:rsid w:val="00B67C58"/>
    <w:rsid w:val="00B70EA6"/>
    <w:rsid w:val="00B72AFB"/>
    <w:rsid w:val="00B75EE1"/>
    <w:rsid w:val="00B77481"/>
    <w:rsid w:val="00B77510"/>
    <w:rsid w:val="00B8518B"/>
    <w:rsid w:val="00B8765E"/>
    <w:rsid w:val="00B90ABD"/>
    <w:rsid w:val="00BA014B"/>
    <w:rsid w:val="00BA5056"/>
    <w:rsid w:val="00BB31FF"/>
    <w:rsid w:val="00BB33C9"/>
    <w:rsid w:val="00BB3740"/>
    <w:rsid w:val="00BB3ED4"/>
    <w:rsid w:val="00BB48BF"/>
    <w:rsid w:val="00BB79FD"/>
    <w:rsid w:val="00BC0854"/>
    <w:rsid w:val="00BC4B46"/>
    <w:rsid w:val="00BC562F"/>
    <w:rsid w:val="00BC60D7"/>
    <w:rsid w:val="00BC65CC"/>
    <w:rsid w:val="00BD146F"/>
    <w:rsid w:val="00BD3E8F"/>
    <w:rsid w:val="00BD7E91"/>
    <w:rsid w:val="00BE0904"/>
    <w:rsid w:val="00BE3A9D"/>
    <w:rsid w:val="00BE6376"/>
    <w:rsid w:val="00BE6702"/>
    <w:rsid w:val="00BE780F"/>
    <w:rsid w:val="00BF1495"/>
    <w:rsid w:val="00BF1AAC"/>
    <w:rsid w:val="00BF365C"/>
    <w:rsid w:val="00BF374D"/>
    <w:rsid w:val="00BF444D"/>
    <w:rsid w:val="00BF4D92"/>
    <w:rsid w:val="00BF632A"/>
    <w:rsid w:val="00C01902"/>
    <w:rsid w:val="00C02980"/>
    <w:rsid w:val="00C02D0A"/>
    <w:rsid w:val="00C03A6E"/>
    <w:rsid w:val="00C04692"/>
    <w:rsid w:val="00C11819"/>
    <w:rsid w:val="00C122CD"/>
    <w:rsid w:val="00C2150F"/>
    <w:rsid w:val="00C242E0"/>
    <w:rsid w:val="00C24C8E"/>
    <w:rsid w:val="00C258CA"/>
    <w:rsid w:val="00C30759"/>
    <w:rsid w:val="00C32915"/>
    <w:rsid w:val="00C3442D"/>
    <w:rsid w:val="00C3493D"/>
    <w:rsid w:val="00C3620B"/>
    <w:rsid w:val="00C4431F"/>
    <w:rsid w:val="00C44F6A"/>
    <w:rsid w:val="00C45A8A"/>
    <w:rsid w:val="00C46738"/>
    <w:rsid w:val="00C46DAA"/>
    <w:rsid w:val="00C51888"/>
    <w:rsid w:val="00C529E0"/>
    <w:rsid w:val="00C5495D"/>
    <w:rsid w:val="00C621E6"/>
    <w:rsid w:val="00C6349D"/>
    <w:rsid w:val="00C71E5B"/>
    <w:rsid w:val="00C7236D"/>
    <w:rsid w:val="00C732E4"/>
    <w:rsid w:val="00C75958"/>
    <w:rsid w:val="00C8207D"/>
    <w:rsid w:val="00C85D8D"/>
    <w:rsid w:val="00C85F2F"/>
    <w:rsid w:val="00C9068A"/>
    <w:rsid w:val="00C90AD1"/>
    <w:rsid w:val="00C92711"/>
    <w:rsid w:val="00CA0EFC"/>
    <w:rsid w:val="00CA215E"/>
    <w:rsid w:val="00CB007B"/>
    <w:rsid w:val="00CB3B06"/>
    <w:rsid w:val="00CB3EBC"/>
    <w:rsid w:val="00CC066F"/>
    <w:rsid w:val="00CC273A"/>
    <w:rsid w:val="00CC2855"/>
    <w:rsid w:val="00CC63B5"/>
    <w:rsid w:val="00CC664F"/>
    <w:rsid w:val="00CC75F7"/>
    <w:rsid w:val="00CD043B"/>
    <w:rsid w:val="00CD1FC4"/>
    <w:rsid w:val="00CD605E"/>
    <w:rsid w:val="00CD60E5"/>
    <w:rsid w:val="00CE0C3B"/>
    <w:rsid w:val="00CE371D"/>
    <w:rsid w:val="00CE6BE7"/>
    <w:rsid w:val="00CE7138"/>
    <w:rsid w:val="00CF6770"/>
    <w:rsid w:val="00CF71E1"/>
    <w:rsid w:val="00D0106C"/>
    <w:rsid w:val="00D02466"/>
    <w:rsid w:val="00D02A4D"/>
    <w:rsid w:val="00D13C6E"/>
    <w:rsid w:val="00D20F34"/>
    <w:rsid w:val="00D21061"/>
    <w:rsid w:val="00D245CD"/>
    <w:rsid w:val="00D316A7"/>
    <w:rsid w:val="00D339FF"/>
    <w:rsid w:val="00D35216"/>
    <w:rsid w:val="00D4108E"/>
    <w:rsid w:val="00D45039"/>
    <w:rsid w:val="00D453A3"/>
    <w:rsid w:val="00D47B22"/>
    <w:rsid w:val="00D52C86"/>
    <w:rsid w:val="00D6163D"/>
    <w:rsid w:val="00D61D30"/>
    <w:rsid w:val="00D6243F"/>
    <w:rsid w:val="00D63F9A"/>
    <w:rsid w:val="00D6441D"/>
    <w:rsid w:val="00D723E4"/>
    <w:rsid w:val="00D761FD"/>
    <w:rsid w:val="00D76B6D"/>
    <w:rsid w:val="00D81E2E"/>
    <w:rsid w:val="00D8250B"/>
    <w:rsid w:val="00D825CD"/>
    <w:rsid w:val="00D831A3"/>
    <w:rsid w:val="00D85268"/>
    <w:rsid w:val="00D85CF9"/>
    <w:rsid w:val="00D92B8A"/>
    <w:rsid w:val="00D976AC"/>
    <w:rsid w:val="00D97D25"/>
    <w:rsid w:val="00DA2E62"/>
    <w:rsid w:val="00DA2FC7"/>
    <w:rsid w:val="00DA6FFE"/>
    <w:rsid w:val="00DA77E6"/>
    <w:rsid w:val="00DA78AA"/>
    <w:rsid w:val="00DB4BBD"/>
    <w:rsid w:val="00DC2058"/>
    <w:rsid w:val="00DC3110"/>
    <w:rsid w:val="00DC34B5"/>
    <w:rsid w:val="00DC6204"/>
    <w:rsid w:val="00DD3D96"/>
    <w:rsid w:val="00DD46F3"/>
    <w:rsid w:val="00DD4F6A"/>
    <w:rsid w:val="00DD58A6"/>
    <w:rsid w:val="00DE1926"/>
    <w:rsid w:val="00DE1A9D"/>
    <w:rsid w:val="00DE56F2"/>
    <w:rsid w:val="00DE66E4"/>
    <w:rsid w:val="00DE7E44"/>
    <w:rsid w:val="00DE7FBE"/>
    <w:rsid w:val="00DF116D"/>
    <w:rsid w:val="00DF798D"/>
    <w:rsid w:val="00E0279C"/>
    <w:rsid w:val="00E02EB6"/>
    <w:rsid w:val="00E04582"/>
    <w:rsid w:val="00E05882"/>
    <w:rsid w:val="00E1437E"/>
    <w:rsid w:val="00E15DF6"/>
    <w:rsid w:val="00E218B5"/>
    <w:rsid w:val="00E21B22"/>
    <w:rsid w:val="00E22E99"/>
    <w:rsid w:val="00E23157"/>
    <w:rsid w:val="00E31363"/>
    <w:rsid w:val="00E35D78"/>
    <w:rsid w:val="00E36086"/>
    <w:rsid w:val="00E36456"/>
    <w:rsid w:val="00E472A2"/>
    <w:rsid w:val="00E506F5"/>
    <w:rsid w:val="00E57562"/>
    <w:rsid w:val="00E61BEA"/>
    <w:rsid w:val="00E621CD"/>
    <w:rsid w:val="00E67B72"/>
    <w:rsid w:val="00E715DA"/>
    <w:rsid w:val="00E824F1"/>
    <w:rsid w:val="00E8252B"/>
    <w:rsid w:val="00E864A0"/>
    <w:rsid w:val="00E93C0A"/>
    <w:rsid w:val="00E93E50"/>
    <w:rsid w:val="00E94C82"/>
    <w:rsid w:val="00E95C0F"/>
    <w:rsid w:val="00EA5327"/>
    <w:rsid w:val="00EA5771"/>
    <w:rsid w:val="00EB104F"/>
    <w:rsid w:val="00EB263C"/>
    <w:rsid w:val="00EB2833"/>
    <w:rsid w:val="00EB55DE"/>
    <w:rsid w:val="00EC024C"/>
    <w:rsid w:val="00EC106F"/>
    <w:rsid w:val="00EC1486"/>
    <w:rsid w:val="00EC4E91"/>
    <w:rsid w:val="00ED13C0"/>
    <w:rsid w:val="00ED14BD"/>
    <w:rsid w:val="00ED29BB"/>
    <w:rsid w:val="00ED3947"/>
    <w:rsid w:val="00ED3D25"/>
    <w:rsid w:val="00EE7D4D"/>
    <w:rsid w:val="00EF0660"/>
    <w:rsid w:val="00EF0BEB"/>
    <w:rsid w:val="00EF3BCF"/>
    <w:rsid w:val="00F00B6E"/>
    <w:rsid w:val="00F01440"/>
    <w:rsid w:val="00F0708F"/>
    <w:rsid w:val="00F12DEC"/>
    <w:rsid w:val="00F1715C"/>
    <w:rsid w:val="00F25C8F"/>
    <w:rsid w:val="00F25FA2"/>
    <w:rsid w:val="00F310F8"/>
    <w:rsid w:val="00F35939"/>
    <w:rsid w:val="00F3736C"/>
    <w:rsid w:val="00F376EA"/>
    <w:rsid w:val="00F40664"/>
    <w:rsid w:val="00F43E00"/>
    <w:rsid w:val="00F45607"/>
    <w:rsid w:val="00F45F67"/>
    <w:rsid w:val="00F46840"/>
    <w:rsid w:val="00F4768E"/>
    <w:rsid w:val="00F50727"/>
    <w:rsid w:val="00F52450"/>
    <w:rsid w:val="00F52854"/>
    <w:rsid w:val="00F52D78"/>
    <w:rsid w:val="00F560F5"/>
    <w:rsid w:val="00F57A49"/>
    <w:rsid w:val="00F629C5"/>
    <w:rsid w:val="00F629FE"/>
    <w:rsid w:val="00F64786"/>
    <w:rsid w:val="00F650B1"/>
    <w:rsid w:val="00F659EB"/>
    <w:rsid w:val="00F704B4"/>
    <w:rsid w:val="00F766DF"/>
    <w:rsid w:val="00F8045E"/>
    <w:rsid w:val="00F83935"/>
    <w:rsid w:val="00F848D9"/>
    <w:rsid w:val="00F8490C"/>
    <w:rsid w:val="00F85A4C"/>
    <w:rsid w:val="00F862D6"/>
    <w:rsid w:val="00F86BA6"/>
    <w:rsid w:val="00F8761E"/>
    <w:rsid w:val="00F945B7"/>
    <w:rsid w:val="00F95D7D"/>
    <w:rsid w:val="00FA084D"/>
    <w:rsid w:val="00FA2A65"/>
    <w:rsid w:val="00FA68AF"/>
    <w:rsid w:val="00FB60A5"/>
    <w:rsid w:val="00FB76FC"/>
    <w:rsid w:val="00FB7848"/>
    <w:rsid w:val="00FC04BA"/>
    <w:rsid w:val="00FC348D"/>
    <w:rsid w:val="00FC55F5"/>
    <w:rsid w:val="00FC6145"/>
    <w:rsid w:val="00FC6389"/>
    <w:rsid w:val="00FD0E1C"/>
    <w:rsid w:val="00FD2F51"/>
    <w:rsid w:val="00FE1156"/>
    <w:rsid w:val="00FE18DC"/>
    <w:rsid w:val="00FE28EC"/>
    <w:rsid w:val="00FE3B66"/>
    <w:rsid w:val="00FE4795"/>
    <w:rsid w:val="00FF163B"/>
    <w:rsid w:val="00FF4959"/>
    <w:rsid w:val="00FF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F2606D"/>
  <w14:defaultImageDpi w14:val="32767"/>
  <w15:docId w15:val="{1CDF8307-58DB-4C32-8113-A0944903C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Adresa">
    <w:name w:val="Adresa"/>
    <w:basedOn w:val="Normln"/>
    <w:uiPriority w:val="99"/>
    <w:qFormat/>
    <w:rsid w:val="00EB55DE"/>
    <w:pPr>
      <w:spacing w:after="20" w:line="240" w:lineRule="auto"/>
    </w:pPr>
    <w:rPr>
      <w:rFonts w:ascii="Arial" w:eastAsia="Calibri" w:hAnsi="Arial" w:cs="Times New Roman"/>
      <w:sz w:val="20"/>
      <w:szCs w:val="20"/>
    </w:rPr>
  </w:style>
  <w:style w:type="paragraph" w:customStyle="1" w:styleId="Funkce">
    <w:name w:val="Funkce"/>
    <w:basedOn w:val="Podpis"/>
    <w:rsid w:val="00EB55DE"/>
    <w:pPr>
      <w:ind w:left="5103" w:hanging="1"/>
      <w:jc w:val="center"/>
    </w:pPr>
    <w:rPr>
      <w:rFonts w:ascii="Arial" w:eastAsia="Calibri" w:hAnsi="Arial" w:cs="Times New Roman"/>
      <w:i/>
      <w:iCs/>
      <w:sz w:val="20"/>
      <w:szCs w:val="20"/>
    </w:rPr>
  </w:style>
  <w:style w:type="paragraph" w:styleId="Podpis">
    <w:name w:val="Signature"/>
    <w:basedOn w:val="Normln"/>
    <w:link w:val="PodpisChar"/>
    <w:uiPriority w:val="99"/>
    <w:unhideWhenUsed/>
    <w:rsid w:val="00EB55DE"/>
    <w:pPr>
      <w:spacing w:after="0"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rsid w:val="00EB55DE"/>
  </w:style>
  <w:style w:type="character" w:styleId="Zstupntext">
    <w:name w:val="Placeholder Text"/>
    <w:basedOn w:val="Standardnpsmoodstavce"/>
    <w:uiPriority w:val="99"/>
    <w:semiHidden/>
    <w:rsid w:val="00F57A49"/>
    <w:rPr>
      <w:color w:val="808080"/>
    </w:rPr>
  </w:style>
  <w:style w:type="paragraph" w:customStyle="1" w:styleId="Default">
    <w:name w:val="Default"/>
    <w:rsid w:val="008B0C2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Vc">
    <w:name w:val="Věc"/>
    <w:basedOn w:val="Normln"/>
    <w:next w:val="Normln"/>
    <w:qFormat/>
    <w:rsid w:val="00527A16"/>
    <w:pPr>
      <w:spacing w:after="480" w:line="240" w:lineRule="auto"/>
      <w:jc w:val="both"/>
    </w:pPr>
    <w:rPr>
      <w:rFonts w:ascii="Arial" w:eastAsia="Calibri" w:hAnsi="Arial" w:cs="Times New Roman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4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11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37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22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17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701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335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7628244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116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5160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3803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816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3224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28416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08729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751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94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uzensky\Desktop\sprava-zeleznic_administrativni-dopis_v10_SABLON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ADEED388CD4C5A90EB3FD04B2AA8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C869AD-A7A0-4C74-BD59-D69D9BA94288}"/>
      </w:docPartPr>
      <w:docPartBody>
        <w:p w:rsidR="00191DD4" w:rsidRDefault="0001747B" w:rsidP="0001747B">
          <w:pPr>
            <w:pStyle w:val="44ADEED388CD4C5A90EB3FD04B2AA8EA"/>
          </w:pPr>
          <w:r w:rsidRPr="00890872">
            <w:rPr>
              <w:b/>
              <w:color w:val="FF0000"/>
            </w:rPr>
            <w:t>VYBER DATUM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47B"/>
    <w:rsid w:val="00002721"/>
    <w:rsid w:val="00003218"/>
    <w:rsid w:val="00007242"/>
    <w:rsid w:val="0001747B"/>
    <w:rsid w:val="00024842"/>
    <w:rsid w:val="0004635D"/>
    <w:rsid w:val="000515E3"/>
    <w:rsid w:val="0005749E"/>
    <w:rsid w:val="00065E36"/>
    <w:rsid w:val="000769A4"/>
    <w:rsid w:val="000779C2"/>
    <w:rsid w:val="00091023"/>
    <w:rsid w:val="00097B2D"/>
    <w:rsid w:val="000B17C4"/>
    <w:rsid w:val="000C0D99"/>
    <w:rsid w:val="000C1F71"/>
    <w:rsid w:val="000C5B85"/>
    <w:rsid w:val="000C6B80"/>
    <w:rsid w:val="000C6C08"/>
    <w:rsid w:val="000C7360"/>
    <w:rsid w:val="000E0B89"/>
    <w:rsid w:val="000F4656"/>
    <w:rsid w:val="000F71EA"/>
    <w:rsid w:val="001061A0"/>
    <w:rsid w:val="00117BE3"/>
    <w:rsid w:val="0014444F"/>
    <w:rsid w:val="0015088D"/>
    <w:rsid w:val="00154EEF"/>
    <w:rsid w:val="00160C61"/>
    <w:rsid w:val="00163DC0"/>
    <w:rsid w:val="00176B54"/>
    <w:rsid w:val="00180FFA"/>
    <w:rsid w:val="00191DD4"/>
    <w:rsid w:val="001A6091"/>
    <w:rsid w:val="001E3711"/>
    <w:rsid w:val="001F4935"/>
    <w:rsid w:val="001F657E"/>
    <w:rsid w:val="002309A8"/>
    <w:rsid w:val="00230EE6"/>
    <w:rsid w:val="00234162"/>
    <w:rsid w:val="00253CAD"/>
    <w:rsid w:val="002541C8"/>
    <w:rsid w:val="002724A5"/>
    <w:rsid w:val="00281173"/>
    <w:rsid w:val="0029120B"/>
    <w:rsid w:val="00292744"/>
    <w:rsid w:val="002A2140"/>
    <w:rsid w:val="002B0A1E"/>
    <w:rsid w:val="002C4EE8"/>
    <w:rsid w:val="002D01C4"/>
    <w:rsid w:val="002D2658"/>
    <w:rsid w:val="002D5EFC"/>
    <w:rsid w:val="002F215D"/>
    <w:rsid w:val="002F27FF"/>
    <w:rsid w:val="0030197A"/>
    <w:rsid w:val="003036B9"/>
    <w:rsid w:val="0030713E"/>
    <w:rsid w:val="003173FD"/>
    <w:rsid w:val="00337C34"/>
    <w:rsid w:val="003A4BB8"/>
    <w:rsid w:val="003E1B76"/>
    <w:rsid w:val="003E3029"/>
    <w:rsid w:val="004037EE"/>
    <w:rsid w:val="00407B21"/>
    <w:rsid w:val="00422800"/>
    <w:rsid w:val="00422BB2"/>
    <w:rsid w:val="00493100"/>
    <w:rsid w:val="004A32C7"/>
    <w:rsid w:val="004D53E4"/>
    <w:rsid w:val="004F7376"/>
    <w:rsid w:val="00505EC7"/>
    <w:rsid w:val="00553189"/>
    <w:rsid w:val="00554126"/>
    <w:rsid w:val="0055725B"/>
    <w:rsid w:val="00564C8E"/>
    <w:rsid w:val="005D3741"/>
    <w:rsid w:val="005F7D04"/>
    <w:rsid w:val="00611761"/>
    <w:rsid w:val="00616F37"/>
    <w:rsid w:val="006226EE"/>
    <w:rsid w:val="00624D30"/>
    <w:rsid w:val="00625656"/>
    <w:rsid w:val="00632DD3"/>
    <w:rsid w:val="00643D3B"/>
    <w:rsid w:val="006500AE"/>
    <w:rsid w:val="00651DF2"/>
    <w:rsid w:val="006637CF"/>
    <w:rsid w:val="006739B5"/>
    <w:rsid w:val="00690FD1"/>
    <w:rsid w:val="00695D06"/>
    <w:rsid w:val="006A0684"/>
    <w:rsid w:val="006B6C0F"/>
    <w:rsid w:val="006C7E10"/>
    <w:rsid w:val="006D0FBA"/>
    <w:rsid w:val="006E1A91"/>
    <w:rsid w:val="006F0CB9"/>
    <w:rsid w:val="006F3B6B"/>
    <w:rsid w:val="00703A9E"/>
    <w:rsid w:val="007165AB"/>
    <w:rsid w:val="00742B3D"/>
    <w:rsid w:val="00761035"/>
    <w:rsid w:val="00776002"/>
    <w:rsid w:val="00786238"/>
    <w:rsid w:val="00791AEB"/>
    <w:rsid w:val="007A02DC"/>
    <w:rsid w:val="007D4E83"/>
    <w:rsid w:val="007E08BE"/>
    <w:rsid w:val="007E6FDA"/>
    <w:rsid w:val="00836CC9"/>
    <w:rsid w:val="00845A07"/>
    <w:rsid w:val="00851972"/>
    <w:rsid w:val="00852F59"/>
    <w:rsid w:val="00881053"/>
    <w:rsid w:val="0089387B"/>
    <w:rsid w:val="008B6FDB"/>
    <w:rsid w:val="008D3AA6"/>
    <w:rsid w:val="008D6D46"/>
    <w:rsid w:val="008E0C46"/>
    <w:rsid w:val="008F2C7C"/>
    <w:rsid w:val="008F4553"/>
    <w:rsid w:val="0090369C"/>
    <w:rsid w:val="00933A6B"/>
    <w:rsid w:val="009352D0"/>
    <w:rsid w:val="00943786"/>
    <w:rsid w:val="00965F0A"/>
    <w:rsid w:val="00975A81"/>
    <w:rsid w:val="00985767"/>
    <w:rsid w:val="00991A6A"/>
    <w:rsid w:val="0099445E"/>
    <w:rsid w:val="009D2C64"/>
    <w:rsid w:val="009D69F3"/>
    <w:rsid w:val="009D7E14"/>
    <w:rsid w:val="00A4694D"/>
    <w:rsid w:val="00A605CD"/>
    <w:rsid w:val="00A93847"/>
    <w:rsid w:val="00AC4116"/>
    <w:rsid w:val="00AD3426"/>
    <w:rsid w:val="00AF69BC"/>
    <w:rsid w:val="00B04AAF"/>
    <w:rsid w:val="00B1665C"/>
    <w:rsid w:val="00B17216"/>
    <w:rsid w:val="00B24254"/>
    <w:rsid w:val="00B257DE"/>
    <w:rsid w:val="00B369D6"/>
    <w:rsid w:val="00B83F83"/>
    <w:rsid w:val="00B932E2"/>
    <w:rsid w:val="00BA20CD"/>
    <w:rsid w:val="00BA3C41"/>
    <w:rsid w:val="00BB36B6"/>
    <w:rsid w:val="00BB3EF6"/>
    <w:rsid w:val="00BC4D42"/>
    <w:rsid w:val="00BE751E"/>
    <w:rsid w:val="00BF30C4"/>
    <w:rsid w:val="00BF4A57"/>
    <w:rsid w:val="00C33B8D"/>
    <w:rsid w:val="00C368AB"/>
    <w:rsid w:val="00C36D9F"/>
    <w:rsid w:val="00C372B0"/>
    <w:rsid w:val="00C47BFE"/>
    <w:rsid w:val="00C80CB3"/>
    <w:rsid w:val="00C93360"/>
    <w:rsid w:val="00CA2890"/>
    <w:rsid w:val="00CA2933"/>
    <w:rsid w:val="00CB39F4"/>
    <w:rsid w:val="00CE13BE"/>
    <w:rsid w:val="00CF00B3"/>
    <w:rsid w:val="00CF1701"/>
    <w:rsid w:val="00D017C9"/>
    <w:rsid w:val="00D163B3"/>
    <w:rsid w:val="00D263B6"/>
    <w:rsid w:val="00D35072"/>
    <w:rsid w:val="00D548B2"/>
    <w:rsid w:val="00D55FAC"/>
    <w:rsid w:val="00D609E7"/>
    <w:rsid w:val="00D700ED"/>
    <w:rsid w:val="00D82F78"/>
    <w:rsid w:val="00D8565A"/>
    <w:rsid w:val="00D93F8C"/>
    <w:rsid w:val="00DB0883"/>
    <w:rsid w:val="00DB56A2"/>
    <w:rsid w:val="00DC6098"/>
    <w:rsid w:val="00DC674A"/>
    <w:rsid w:val="00DD3645"/>
    <w:rsid w:val="00DF5408"/>
    <w:rsid w:val="00E059EA"/>
    <w:rsid w:val="00E37756"/>
    <w:rsid w:val="00E40226"/>
    <w:rsid w:val="00E62202"/>
    <w:rsid w:val="00EA4130"/>
    <w:rsid w:val="00ED7692"/>
    <w:rsid w:val="00EF1628"/>
    <w:rsid w:val="00EF1C0B"/>
    <w:rsid w:val="00EF2E21"/>
    <w:rsid w:val="00F00C91"/>
    <w:rsid w:val="00F02CE8"/>
    <w:rsid w:val="00F076BE"/>
    <w:rsid w:val="00F1277B"/>
    <w:rsid w:val="00F142EF"/>
    <w:rsid w:val="00F15E41"/>
    <w:rsid w:val="00F21CE9"/>
    <w:rsid w:val="00F2758D"/>
    <w:rsid w:val="00F32DEB"/>
    <w:rsid w:val="00F451B7"/>
    <w:rsid w:val="00F459FF"/>
    <w:rsid w:val="00F47F4A"/>
    <w:rsid w:val="00F52270"/>
    <w:rsid w:val="00F54FBF"/>
    <w:rsid w:val="00F61124"/>
    <w:rsid w:val="00F67415"/>
    <w:rsid w:val="00F72A1E"/>
    <w:rsid w:val="00F81964"/>
    <w:rsid w:val="00F95BB8"/>
    <w:rsid w:val="00F96582"/>
    <w:rsid w:val="00FA5A2D"/>
    <w:rsid w:val="00FA6FDA"/>
    <w:rsid w:val="00FB3D4D"/>
    <w:rsid w:val="00FD0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4ADEED388CD4C5A90EB3FD04B2AA8EA">
    <w:name w:val="44ADEED388CD4C5A90EB3FD04B2AA8EA"/>
    <w:rsid w:val="000174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AFC81-3294-4146-A993-1478742B0CB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035BE58-A1FD-49B9-954F-9D93D55C5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AE1C907-88AE-45C6-97E1-82C4BF6403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EA346D-4F9D-43FF-851C-55317917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sprava-zeleznic_administrativni-dopis_v10_SABLONA.dotx</Template>
  <TotalTime>21</TotalTime>
  <Pages>1</Pages>
  <Words>231</Words>
  <Characters>1368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Louženský Jan, Ing.</dc:creator>
  <cp:lastModifiedBy>Říha Pavel, Ing.</cp:lastModifiedBy>
  <cp:revision>6</cp:revision>
  <cp:lastPrinted>2023-12-19T07:53:00Z</cp:lastPrinted>
  <dcterms:created xsi:type="dcterms:W3CDTF">2023-12-18T13:14:00Z</dcterms:created>
  <dcterms:modified xsi:type="dcterms:W3CDTF">2023-12-19T07:55:00Z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